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28"/>
        <w:gridCol w:w="90"/>
        <w:gridCol w:w="5040"/>
        <w:gridCol w:w="5458"/>
      </w:tblGrid>
      <w:tr w:rsidR="00F04020" w:rsidRPr="00F74444" w:rsidTr="00F04020">
        <w:trPr>
          <w:cantSplit/>
          <w:trHeight w:val="288"/>
        </w:trPr>
        <w:tc>
          <w:tcPr>
            <w:tcW w:w="5458" w:type="dxa"/>
            <w:gridSpan w:val="3"/>
            <w:shd w:val="clear" w:color="auto" w:fill="auto"/>
          </w:tcPr>
          <w:p w:rsidR="00F04020" w:rsidRPr="00F74444" w:rsidRDefault="00F04020" w:rsidP="007A0A25">
            <w:bookmarkStart w:id="0" w:name="_GoBack"/>
            <w:bookmarkEnd w:id="0"/>
            <w:r w:rsidRPr="00626979">
              <w:rPr>
                <w:b/>
              </w:rPr>
              <w:t>Assessment Reason:</w:t>
            </w:r>
            <w:r>
              <w:t xml:space="preserve"> &amp;cltasm12402&amp;</w:t>
            </w:r>
          </w:p>
        </w:tc>
        <w:tc>
          <w:tcPr>
            <w:tcW w:w="5458" w:type="dxa"/>
            <w:shd w:val="clear" w:color="auto" w:fill="auto"/>
          </w:tcPr>
          <w:p w:rsidR="00F04020" w:rsidRPr="00626979" w:rsidRDefault="00F04020" w:rsidP="007A0A25">
            <w:pPr>
              <w:rPr>
                <w:b/>
              </w:rPr>
            </w:pPr>
            <w:r w:rsidRPr="00626979">
              <w:rPr>
                <w:b/>
              </w:rPr>
              <w:t xml:space="preserve">Date of service: </w:t>
            </w:r>
            <w:r w:rsidRPr="00626979">
              <w:rPr>
                <w:rFonts w:cs="Arial"/>
              </w:rPr>
              <w:t>&amp;evefmm&amp;/&amp;evefdd&amp;/&amp;evefyr&amp;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&amp;cltasmnar12403&amp;</w:t>
            </w:r>
          </w:p>
          <w:p w:rsidR="009C63FD" w:rsidRPr="00F74444" w:rsidRDefault="009C63FD" w:rsidP="009C63FD">
            <w:r>
              <w:t>&amp;cltasmcmt12403&amp;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D83A8A">
              <w:t>ICBS Attempted Prior: &amp;cltasm1891&amp;</w:t>
            </w:r>
          </w:p>
          <w:p w:rsidR="00F04020" w:rsidRPr="00D83A8A" w:rsidRDefault="00F04020" w:rsidP="007A0A25">
            <w:r>
              <w:t>&amp;cltasmcmt1891&amp;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D83A8A">
              <w:t>Involvement with DCS: &amp;cltasm1892&amp;</w:t>
            </w:r>
          </w:p>
          <w:p w:rsidR="00F04020" w:rsidRPr="00D83A8A" w:rsidRDefault="00F04020" w:rsidP="00F067F0">
            <w:r>
              <w:t>&amp;cltasmcmt1892&amp;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D83A8A">
              <w:t>Age Group:  &amp;cltasm1893&amp;</w:t>
            </w:r>
          </w:p>
          <w:p w:rsidR="00F04020" w:rsidRPr="00F74444" w:rsidRDefault="00F04020" w:rsidP="00F067F0">
            <w:r>
              <w:t>&amp;cltasmcmt1893&amp;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Pr="00D83A8A" w:rsidRDefault="00F04020" w:rsidP="007A0A25">
            <w:r>
              <w:rPr>
                <w:b/>
                <w:bCs/>
              </w:rPr>
              <w:t xml:space="preserve">LON: </w:t>
            </w:r>
            <w:r>
              <w:rPr>
                <w:bCs/>
              </w:rPr>
              <w:t>&amp;indalgorcans&amp;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0D65BE" w:rsidRDefault="00F04020" w:rsidP="000D65BE">
            <w:pPr>
              <w:jc w:val="center"/>
              <w:rPr>
                <w:b/>
              </w:rPr>
            </w:pPr>
            <w:r w:rsidRPr="000D65BE">
              <w:rPr>
                <w:b/>
                <w:sz w:val="20"/>
              </w:rPr>
              <w:t>Life Doman Functioning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Family Functioning:  &amp;cltasm1304&amp;</w:t>
            </w:r>
          </w:p>
          <w:p w:rsidR="00F04020" w:rsidRPr="00F74444" w:rsidRDefault="00F04020" w:rsidP="00F067F0">
            <w:r>
              <w:t>&amp;cltasmcmt1304&amp;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Living Situation:  &amp;cltasm1305&amp;</w:t>
            </w:r>
          </w:p>
          <w:p w:rsidR="00F04020" w:rsidRPr="00F74444" w:rsidRDefault="00F04020" w:rsidP="00F067F0">
            <w:r>
              <w:t>&amp;cltasmcmt1305&amp;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School:  &amp;cltasm1306&amp;</w:t>
            </w:r>
          </w:p>
          <w:p w:rsidR="00F04020" w:rsidRPr="00F74444" w:rsidRDefault="00F04020" w:rsidP="00F067F0">
            <w:r>
              <w:t>&amp;cltasmcmt1306&amp;</w:t>
            </w:r>
          </w:p>
        </w:tc>
      </w:tr>
      <w:tr w:rsidR="00F04020" w:rsidRPr="00F74444" w:rsidTr="00F04020">
        <w:trPr>
          <w:cantSplit/>
          <w:trHeight w:val="50"/>
        </w:trPr>
        <w:tc>
          <w:tcPr>
            <w:tcW w:w="418" w:type="dxa"/>
            <w:gridSpan w:val="2"/>
            <w:vMerge w:val="restart"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D9D9D9"/>
          </w:tcPr>
          <w:p w:rsidR="00F04020" w:rsidRPr="000D65BE" w:rsidRDefault="00F04020" w:rsidP="000D65BE">
            <w:pPr>
              <w:jc w:val="center"/>
              <w:rPr>
                <w:b/>
              </w:rPr>
            </w:pPr>
            <w:r w:rsidRPr="000D65BE">
              <w:rPr>
                <w:b/>
                <w:sz w:val="18"/>
              </w:rPr>
              <w:t>School</w:t>
            </w:r>
          </w:p>
        </w:tc>
      </w:tr>
      <w:tr w:rsidR="00F04020" w:rsidRPr="00F74444" w:rsidTr="00F04020">
        <w:trPr>
          <w:cantSplit/>
          <w:trHeight w:val="47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School Behavior:  &amp;cltasm1368&amp; &amp;cltasm1369&amp; &amp;cltasm1370&amp;</w:t>
            </w:r>
          </w:p>
          <w:p w:rsidR="00F04020" w:rsidRPr="00F74444" w:rsidRDefault="00F04020" w:rsidP="00696F34">
            <w:r>
              <w:t>&amp;cltasmcmt1368&amp;</w:t>
            </w:r>
            <w:r w:rsidR="009B052D">
              <w:t>&amp;cltasmcmt1369&amp;&amp;cltasmcmt1370&amp;</w:t>
            </w:r>
          </w:p>
        </w:tc>
      </w:tr>
      <w:tr w:rsidR="00F04020" w:rsidRPr="00F74444" w:rsidTr="00F04020">
        <w:trPr>
          <w:cantSplit/>
          <w:trHeight w:val="47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0D65BE">
            <w:r>
              <w:t>School Achievement:  &amp;cltasm1371&amp; &amp;cltasm1372&amp; &amp;cltasm1373&amp;</w:t>
            </w:r>
          </w:p>
          <w:p w:rsidR="00F04020" w:rsidRPr="00F74444" w:rsidRDefault="00F04020" w:rsidP="00696F34">
            <w:r>
              <w:t>&amp;cltasmcmt1371&amp;</w:t>
            </w:r>
            <w:r w:rsidR="00031B60">
              <w:t>&amp;cltasmcmt1372&amp;&amp;cltasmcmt1373&amp;</w:t>
            </w:r>
          </w:p>
        </w:tc>
      </w:tr>
      <w:tr w:rsidR="00F04020" w:rsidRPr="00F74444" w:rsidTr="00F04020">
        <w:trPr>
          <w:cantSplit/>
          <w:trHeight w:val="47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School Attendance:  &amp;cltasm1374&amp; &amp;cltasm1375&amp; &amp;cltasm1376&amp;</w:t>
            </w:r>
          </w:p>
          <w:p w:rsidR="00F04020" w:rsidRPr="00F74444" w:rsidRDefault="00F04020" w:rsidP="00696F34">
            <w:r>
              <w:t>&amp;cltasmcmt1374&amp;</w:t>
            </w:r>
            <w:r w:rsidR="00031B60">
              <w:t>&amp;cltasmcmt1375&amp;&amp;cltasmcmt1376&amp;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Social Functioning:  &amp;cltasm1307&amp;</w:t>
            </w:r>
          </w:p>
          <w:p w:rsidR="00F04020" w:rsidRPr="00F74444" w:rsidRDefault="00F04020" w:rsidP="00F067F0">
            <w:r>
              <w:t>&amp;cltasmcmt1307&amp;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Recreational:  &amp;cltasm1308&amp;</w:t>
            </w:r>
          </w:p>
          <w:p w:rsidR="00F04020" w:rsidRPr="00F74444" w:rsidRDefault="00F04020" w:rsidP="00F067F0">
            <w:r>
              <w:t>&amp;cltasmcmt1308&amp;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Developmental:  &amp;cltasm1309&amp;</w:t>
            </w:r>
          </w:p>
          <w:p w:rsidR="00F04020" w:rsidRPr="00F74444" w:rsidRDefault="00F04020" w:rsidP="00F067F0">
            <w:r>
              <w:t>&amp;cltasmcmt1309&amp;</w:t>
            </w:r>
          </w:p>
        </w:tc>
      </w:tr>
      <w:tr w:rsidR="00F04020" w:rsidRPr="00F74444" w:rsidTr="00F04020">
        <w:trPr>
          <w:cantSplit/>
          <w:trHeight w:val="35"/>
        </w:trPr>
        <w:tc>
          <w:tcPr>
            <w:tcW w:w="418" w:type="dxa"/>
            <w:gridSpan w:val="2"/>
            <w:vMerge w:val="restart"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D9D9D9"/>
          </w:tcPr>
          <w:p w:rsidR="00F04020" w:rsidRPr="00F12958" w:rsidRDefault="00F04020" w:rsidP="00F12958">
            <w:pPr>
              <w:jc w:val="center"/>
              <w:rPr>
                <w:b/>
              </w:rPr>
            </w:pPr>
            <w:r w:rsidRPr="00F12958">
              <w:rPr>
                <w:b/>
                <w:sz w:val="18"/>
              </w:rPr>
              <w:t>Developmental Needs (DD)</w:t>
            </w:r>
          </w:p>
        </w:tc>
      </w:tr>
      <w:tr w:rsidR="00F04020" w:rsidRPr="00F74444" w:rsidTr="00F04020">
        <w:trPr>
          <w:cantSplit/>
          <w:trHeight w:val="29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Cognitive:  &amp;cltasm1380&amp; &amp;cltasm1381&amp; &amp;cltasm1382&amp;</w:t>
            </w:r>
          </w:p>
          <w:p w:rsidR="00F04020" w:rsidRPr="00F74444" w:rsidRDefault="00031B60" w:rsidP="00696F34">
            <w:r>
              <w:t>&amp;cltasmcmt1380&amp;</w:t>
            </w:r>
            <w:r w:rsidR="00F04020">
              <w:t>&amp;cltasmcmt1381&amp;</w:t>
            </w:r>
            <w:r>
              <w:t>&amp;cltasmcmt1382&amp;</w:t>
            </w:r>
          </w:p>
        </w:tc>
      </w:tr>
      <w:tr w:rsidR="00F04020" w:rsidRPr="00F74444" w:rsidTr="00F04020">
        <w:trPr>
          <w:cantSplit/>
          <w:trHeight w:val="29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Developmental:  &amp;cltasm1383&amp; &amp;cltasm1384&amp; &amp;cltasm1385&amp;</w:t>
            </w:r>
          </w:p>
          <w:p w:rsidR="00F04020" w:rsidRPr="00F74444" w:rsidRDefault="00031B60" w:rsidP="00696F34">
            <w:r>
              <w:t>&amp;cltasmcmt1383&amp;</w:t>
            </w:r>
            <w:r w:rsidR="00F04020">
              <w:t>&amp;cltasmcmt1384&amp;</w:t>
            </w:r>
            <w:r>
              <w:t>&amp;cltasmcmt1385&amp;</w:t>
            </w:r>
          </w:p>
        </w:tc>
      </w:tr>
      <w:tr w:rsidR="00F04020" w:rsidRPr="00F74444" w:rsidTr="00F04020">
        <w:trPr>
          <w:cantSplit/>
          <w:trHeight w:val="29"/>
        </w:trPr>
        <w:tc>
          <w:tcPr>
            <w:tcW w:w="418" w:type="dxa"/>
            <w:gridSpan w:val="2"/>
            <w:vMerge/>
            <w:shd w:val="clear" w:color="auto" w:fill="auto"/>
          </w:tcPr>
          <w:p w:rsidR="00F04020" w:rsidRPr="00F74444" w:rsidRDefault="00F04020" w:rsidP="007A0A25"/>
        </w:tc>
        <w:tc>
          <w:tcPr>
            <w:tcW w:w="10498" w:type="dxa"/>
            <w:gridSpan w:val="2"/>
            <w:shd w:val="clear" w:color="auto" w:fill="auto"/>
          </w:tcPr>
          <w:p w:rsidR="00F04020" w:rsidRDefault="00F04020" w:rsidP="007A0A25">
            <w:r>
              <w:t>Self Care/Daily Living:  &amp;cltasm1884&amp; &amp;cltasm1885&amp; &amp;cltasm1886&amp;</w:t>
            </w:r>
          </w:p>
          <w:p w:rsidR="00F04020" w:rsidRPr="00F74444" w:rsidRDefault="0019484F" w:rsidP="00696F34">
            <w:r>
              <w:t>&amp;cltasmcmt</w:t>
            </w:r>
            <w:r w:rsidR="00510B3E">
              <w:t>18</w:t>
            </w:r>
            <w:r w:rsidR="00031B60">
              <w:t>84</w:t>
            </w:r>
            <w:r>
              <w:t>&amp;</w:t>
            </w:r>
            <w:r w:rsidR="00F04020">
              <w:t>&amp;cltasmcmt1885&amp;</w:t>
            </w:r>
            <w:r w:rsidR="00031B60">
              <w:t>&amp;cltasmcmt</w:t>
            </w:r>
            <w:r w:rsidR="00510B3E">
              <w:t>18</w:t>
            </w:r>
            <w:r w:rsidR="00031B60">
              <w:t>86&amp;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above functional domains:  &amp;cltasm12556&amp;</w:t>
            </w:r>
          </w:p>
          <w:p w:rsidR="00F04020" w:rsidRPr="00F74444" w:rsidRDefault="00F04020" w:rsidP="00345660">
            <w:r>
              <w:t>&amp;cltasmcmt12556&amp;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Communication:  &amp;cltasm1310&amp;</w:t>
            </w:r>
          </w:p>
          <w:p w:rsidR="00F04020" w:rsidRPr="00F74444" w:rsidRDefault="00F04020" w:rsidP="00345660">
            <w:r>
              <w:t>&amp;cltasmcmt1310&amp;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Judgement:  &amp;cltasm1311&amp;</w:t>
            </w:r>
          </w:p>
          <w:p w:rsidR="00F04020" w:rsidRPr="00F74444" w:rsidRDefault="00F04020" w:rsidP="00345660">
            <w:r>
              <w:t>&amp;cltasmcmt1311&amp;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Job Functioning:  &amp;cltasm1312&amp;</w:t>
            </w:r>
          </w:p>
          <w:p w:rsidR="00F04020" w:rsidRPr="00F74444" w:rsidRDefault="00F04020" w:rsidP="00345660">
            <w:r>
              <w:t>&amp;cltasmcmt1312&amp;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Legal:  &amp;cltasm1313&amp;</w:t>
            </w:r>
          </w:p>
          <w:p w:rsidR="00F04020" w:rsidRPr="00F74444" w:rsidRDefault="00F04020" w:rsidP="00345660">
            <w:r>
              <w:t>&amp;cltasmcmt1313&amp;</w:t>
            </w:r>
          </w:p>
        </w:tc>
      </w:tr>
      <w:tr w:rsidR="00DF4088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DF4088" w:rsidRDefault="00DF4088" w:rsidP="00DF4088">
            <w:r>
              <w:t>Medical/Ph</w:t>
            </w:r>
            <w:r w:rsidR="00C50982">
              <w:t>ysical</w:t>
            </w:r>
            <w:r>
              <w:t xml:space="preserve"> (Life Fuctioning): &amp;cltasm22654&amp;</w:t>
            </w:r>
          </w:p>
          <w:p w:rsidR="00DF4088" w:rsidRDefault="00DF4088" w:rsidP="00DF4088">
            <w:r>
              <w:t>&amp;cltasmcmt22654&amp;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Sexual Development:  &amp;cltasm20217&amp;</w:t>
            </w:r>
          </w:p>
          <w:p w:rsidR="00F04020" w:rsidRPr="00F74444" w:rsidRDefault="00F04020" w:rsidP="00345660">
            <w:r>
              <w:t>&amp;cltasmcmt20217&amp;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Sleep:  &amp;cltasm1316&amp;</w:t>
            </w:r>
          </w:p>
          <w:p w:rsidR="00F04020" w:rsidRPr="00F74444" w:rsidRDefault="00F04020" w:rsidP="006B1E50">
            <w:r>
              <w:t>&amp;cltasmcmt1316&amp;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Independent Living:  &amp;cltasm1317&amp;</w:t>
            </w:r>
          </w:p>
          <w:p w:rsidR="00F04020" w:rsidRPr="00F74444" w:rsidRDefault="00F04020" w:rsidP="006B1E50">
            <w:r>
              <w:t>&amp;cltasmcmt1317&amp;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above issues:  &amp;cltasm12557&amp;</w:t>
            </w:r>
          </w:p>
          <w:p w:rsidR="00F04020" w:rsidRPr="00F74444" w:rsidRDefault="00F04020" w:rsidP="006B1E50">
            <w:r>
              <w:t>&amp;cltasmcmt12557&amp;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CF2BD5" w:rsidRDefault="00F04020" w:rsidP="00CF2BD5">
            <w:pPr>
              <w:jc w:val="center"/>
              <w:rPr>
                <w:b/>
              </w:rPr>
            </w:pPr>
            <w:r w:rsidRPr="00CF2BD5">
              <w:rPr>
                <w:b/>
                <w:sz w:val="20"/>
              </w:rPr>
              <w:t>Child Strengths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Family Strengths:  &amp;cltasm1318&amp;</w:t>
            </w:r>
          </w:p>
          <w:p w:rsidR="00F04020" w:rsidRPr="00F74444" w:rsidRDefault="00F04020" w:rsidP="006B1E50">
            <w:r>
              <w:t>&amp;cltasmcmt1318&amp;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lastRenderedPageBreak/>
              <w:t>Interpersonal:  &amp;cltasm1319&amp;</w:t>
            </w:r>
          </w:p>
          <w:p w:rsidR="00F04020" w:rsidRPr="00F74444" w:rsidRDefault="00F04020" w:rsidP="006B1E50">
            <w:r>
              <w:t>&amp;cltasmcmt1319&amp;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Optimism:  &amp;cltasm1320&amp;</w:t>
            </w:r>
          </w:p>
          <w:p w:rsidR="00F04020" w:rsidRPr="00F74444" w:rsidRDefault="00F04020" w:rsidP="006B1E50">
            <w:r>
              <w:t>&amp;cltasmcmt1320&amp;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Educational:  &amp;cltasm1321&amp;</w:t>
            </w:r>
          </w:p>
          <w:p w:rsidR="00F04020" w:rsidRPr="00F74444" w:rsidRDefault="00F04020" w:rsidP="006B1E50">
            <w:r>
              <w:t>&amp;cltasmcmt1321&amp;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Vocational:  &amp;cltasm1322&amp;</w:t>
            </w:r>
          </w:p>
          <w:p w:rsidR="00F04020" w:rsidRPr="00F74444" w:rsidRDefault="00F04020" w:rsidP="006B1E50">
            <w:r>
              <w:t>&amp;cltasmcmt1322&amp;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Talents/Interests:  &amp;cltasm1323&amp;</w:t>
            </w:r>
          </w:p>
          <w:p w:rsidR="00F04020" w:rsidRPr="00F74444" w:rsidRDefault="00F04020" w:rsidP="006B1E50">
            <w:r>
              <w:t>&amp;cltasmcmt1323&amp;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Spiritual/Religious:  &amp;cltasm1324&amp;</w:t>
            </w:r>
          </w:p>
          <w:p w:rsidR="00F04020" w:rsidRPr="00F74444" w:rsidRDefault="00F04020" w:rsidP="006B1E50">
            <w:r>
              <w:t>&amp;cltasmcmt1324&amp;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Community Life:  &amp;cltasm1325&amp;</w:t>
            </w:r>
          </w:p>
          <w:p w:rsidR="00F04020" w:rsidRPr="00F74444" w:rsidRDefault="00F04020" w:rsidP="006B1E50">
            <w:r>
              <w:t>&amp;cltasmcmt1325&amp;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Relationship Permanence:  &amp;cltasm1326&amp;</w:t>
            </w:r>
          </w:p>
          <w:p w:rsidR="00F04020" w:rsidRPr="00F74444" w:rsidRDefault="00F04020" w:rsidP="006B1E50">
            <w:r>
              <w:t>&amp;cltasmcmt1326&amp;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Youth Involvement with Care:  &amp;cltasm1328&amp;</w:t>
            </w:r>
          </w:p>
          <w:p w:rsidR="00F04020" w:rsidRPr="00F74444" w:rsidRDefault="00F04020" w:rsidP="006B1E50">
            <w:r>
              <w:t>&amp;cltasmcmt1328&amp;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Natural Supports:  &amp;cltasm1329&amp;</w:t>
            </w:r>
          </w:p>
          <w:p w:rsidR="00F04020" w:rsidRPr="00F74444" w:rsidRDefault="00F04020" w:rsidP="006B1E50">
            <w:r>
              <w:t>&amp;cltasmcmt1329&amp;</w:t>
            </w:r>
          </w:p>
        </w:tc>
      </w:tr>
      <w:tr w:rsidR="00075A1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075A10" w:rsidRDefault="00075A10" w:rsidP="00075A10">
            <w:r>
              <w:t>Resiliency: &amp;cltasm22656&amp;</w:t>
            </w:r>
          </w:p>
          <w:p w:rsidR="00075A10" w:rsidRDefault="00075A10" w:rsidP="00075A10">
            <w:r>
              <w:t>&amp;cltasmcmt22656&amp;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client strengths:  &amp;cltasm12558&amp;</w:t>
            </w:r>
          </w:p>
          <w:p w:rsidR="00F04020" w:rsidRPr="00F74444" w:rsidRDefault="00F04020" w:rsidP="006B1E50">
            <w:r>
              <w:t>&amp;cltasmcmt12558&amp;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893811" w:rsidRDefault="00F04020" w:rsidP="00893811">
            <w:pPr>
              <w:jc w:val="center"/>
              <w:rPr>
                <w:b/>
              </w:rPr>
            </w:pPr>
            <w:r w:rsidRPr="00893811">
              <w:rPr>
                <w:b/>
                <w:sz w:val="20"/>
              </w:rPr>
              <w:t>Acculturation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Language:  &amp;cltasm1330&amp;</w:t>
            </w:r>
          </w:p>
          <w:p w:rsidR="00F04020" w:rsidRPr="00F74444" w:rsidRDefault="00F04020" w:rsidP="006B1E50">
            <w:r>
              <w:t>&amp;cltasmcmt1330&amp;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Identity:  &amp;cltasm1331&amp;</w:t>
            </w:r>
          </w:p>
          <w:p w:rsidR="00F04020" w:rsidRPr="00F74444" w:rsidRDefault="00F04020" w:rsidP="006B1E50">
            <w:r>
              <w:t>&amp;cltasmcmt1331&amp;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Ritual:  &amp;cltasm1332&amp;</w:t>
            </w:r>
          </w:p>
          <w:p w:rsidR="00F04020" w:rsidRPr="00F74444" w:rsidRDefault="00F04020" w:rsidP="006B1E50">
            <w:r>
              <w:t>&amp;cltasmcmt1332&amp;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Cultural Stress:  &amp;cltasm1333&amp;</w:t>
            </w:r>
          </w:p>
          <w:p w:rsidR="00F04020" w:rsidRPr="00F74444" w:rsidRDefault="00F04020" w:rsidP="006B1E50">
            <w:r>
              <w:t>&amp;cltasmcmt1333&amp;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Describe:  &amp;cltasm12559&amp;</w:t>
            </w:r>
          </w:p>
          <w:p w:rsidR="00F04020" w:rsidRPr="00F74444" w:rsidRDefault="00F04020" w:rsidP="006B1E50">
            <w:r>
              <w:t>&amp;cltasmcmt12559&amp;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893811" w:rsidRDefault="00F04020" w:rsidP="00893811">
            <w:pPr>
              <w:jc w:val="center"/>
              <w:rPr>
                <w:b/>
              </w:rPr>
            </w:pPr>
            <w:r w:rsidRPr="00893811">
              <w:rPr>
                <w:b/>
                <w:sz w:val="20"/>
              </w:rPr>
              <w:t>Caregiver Strengths and Needs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Supervision:  &amp;cltasm1334&amp;</w:t>
            </w:r>
          </w:p>
          <w:p w:rsidR="00F04020" w:rsidRPr="00F74444" w:rsidRDefault="00F04020" w:rsidP="006B1E50">
            <w:r>
              <w:t>&amp;cltasmcmt1334&amp;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Involvement with Care:  &amp;cltasm1335&amp;</w:t>
            </w:r>
          </w:p>
          <w:p w:rsidR="00F04020" w:rsidRPr="00F74444" w:rsidRDefault="00F04020" w:rsidP="006B1E50">
            <w:r>
              <w:t>&amp;cltasmcmt1335&amp;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Knowledge:  &amp;cltasm1336&amp;</w:t>
            </w:r>
          </w:p>
          <w:p w:rsidR="00F04020" w:rsidRPr="00F74444" w:rsidRDefault="00F04020" w:rsidP="006B1E50">
            <w:r>
              <w:t>&amp;cltasmcmt1336&amp;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Organization:  &amp;cltasm1337&amp;</w:t>
            </w:r>
          </w:p>
          <w:p w:rsidR="00F04020" w:rsidRPr="00F74444" w:rsidRDefault="00F04020" w:rsidP="006B1E50">
            <w:r>
              <w:t>&amp;cltasmcmt1337&amp;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Social Resources:  &amp;cltasm1339&amp;</w:t>
            </w:r>
          </w:p>
          <w:p w:rsidR="00F04020" w:rsidRPr="00F74444" w:rsidRDefault="00F04020" w:rsidP="006B1E50">
            <w:r>
              <w:t>&amp;cltasmcmt1339&amp;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Residential Stability:  &amp;cltasm1340&amp;</w:t>
            </w:r>
          </w:p>
          <w:p w:rsidR="00F04020" w:rsidRPr="00F74444" w:rsidRDefault="00F04020" w:rsidP="006B1E50">
            <w:r>
              <w:t>&amp;cltasmcmt1340&amp;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 w:rsidRPr="00610328">
              <w:t>Describe the strengths of all the client’s non-paid caregivers:  &amp;cltasm12560&amp;</w:t>
            </w:r>
          </w:p>
          <w:p w:rsidR="00F04020" w:rsidRPr="00F74444" w:rsidRDefault="00F04020" w:rsidP="006B1E50">
            <w:r>
              <w:t>&amp;cltasmcmt12560&amp;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Physical:  &amp;cltasm1341&amp;</w:t>
            </w:r>
          </w:p>
          <w:p w:rsidR="00F04020" w:rsidRPr="00F74444" w:rsidRDefault="00F04020" w:rsidP="006B1E50">
            <w:r>
              <w:t>&amp;cltasmcmt1341&amp;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Mental Health:  &amp;cltasm1342&amp;</w:t>
            </w:r>
          </w:p>
          <w:p w:rsidR="00F04020" w:rsidRPr="00F74444" w:rsidRDefault="00F04020" w:rsidP="006B1E50">
            <w:r>
              <w:t>&amp;cltasmcmt1342&amp;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Substance Use:  &amp;cltasm1343&amp;</w:t>
            </w:r>
          </w:p>
          <w:p w:rsidR="00F04020" w:rsidRPr="00F74444" w:rsidRDefault="00F04020" w:rsidP="006B1E50">
            <w:r>
              <w:t>&amp;cltasmcmt1343&amp;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Developmental:  &amp;cltasm1344&amp;</w:t>
            </w:r>
          </w:p>
          <w:p w:rsidR="00F04020" w:rsidRPr="00F74444" w:rsidRDefault="00F04020" w:rsidP="006B1E50">
            <w:r>
              <w:t>&amp;cltasmcmt1344&amp;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Accessibility  to Care:  &amp;cltasm1345&amp;</w:t>
            </w:r>
          </w:p>
          <w:p w:rsidR="00F04020" w:rsidRPr="00F74444" w:rsidRDefault="00F04020" w:rsidP="006B1E50">
            <w:r>
              <w:t>&amp;cltasmcmt1345&amp;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Family Stress: &amp;cltasm1346&amp;</w:t>
            </w:r>
          </w:p>
          <w:p w:rsidR="00F04020" w:rsidRDefault="00F04020" w:rsidP="006B1E50">
            <w:r>
              <w:t>&amp;cltasmcmt1346&amp;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lastRenderedPageBreak/>
              <w:t>Safety:  &amp;cltasm1347&amp;</w:t>
            </w:r>
          </w:p>
          <w:p w:rsidR="00F04020" w:rsidRPr="00F74444" w:rsidRDefault="00F04020" w:rsidP="006B1E50">
            <w:r>
              <w:t>&amp;cltasmcmt1347&amp;</w:t>
            </w:r>
          </w:p>
        </w:tc>
      </w:tr>
      <w:tr w:rsidR="00F04020" w:rsidRPr="00F74444" w:rsidTr="00F04020">
        <w:trPr>
          <w:cantSplit/>
          <w:trHeight w:val="31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D9D9D9"/>
          </w:tcPr>
          <w:p w:rsidR="00F04020" w:rsidRPr="00135346" w:rsidRDefault="00F04020" w:rsidP="00135346">
            <w:pPr>
              <w:jc w:val="center"/>
              <w:rPr>
                <w:b/>
              </w:rPr>
            </w:pPr>
            <w:r w:rsidRPr="00135346">
              <w:rPr>
                <w:b/>
                <w:sz w:val="18"/>
              </w:rPr>
              <w:t>Family/Caretaker</w:t>
            </w:r>
            <w:r>
              <w:rPr>
                <w:b/>
                <w:sz w:val="18"/>
              </w:rPr>
              <w:t xml:space="preserve"> - Safety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Employment/Education:  &amp;cltasm1392&amp; &amp;cltasm1393&amp; &amp;cltasm1394&amp;</w:t>
            </w:r>
          </w:p>
          <w:p w:rsidR="00F04020" w:rsidRDefault="00170F1B" w:rsidP="004F1509">
            <w:r>
              <w:t>&amp;cltasmcmt1392&amp;&amp;cltasmcmt1393&amp;&amp;cltasmcmt1394&amp;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Legal:  &amp;cltasm1398&amp; &amp;cltasm1399&amp; &amp;cltasm1400&amp;</w:t>
            </w:r>
          </w:p>
          <w:p w:rsidR="00F04020" w:rsidRDefault="00170F1B" w:rsidP="004F1509">
            <w:r>
              <w:t>&amp;cltasmcmt1398&amp;&amp;cltasmcmt1399&amp;&amp;cltasmcmt1400&amp;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B7A8B">
            <w:r>
              <w:t>Motivation for Care:  &amp;cltasm1401&amp; &amp;cltasm1402&amp; &amp;cltasm1403&amp;</w:t>
            </w:r>
          </w:p>
          <w:p w:rsidR="00F04020" w:rsidRDefault="002E0CC5" w:rsidP="004F1509">
            <w:r>
              <w:t>&amp;cltasmcmt1401&amp;&amp;cltasmcmt1402&amp;&amp;cltasmcmt1403&amp;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Financial Resources:  &amp;cltasm1404&amp; &amp;cltasm1405&amp; &amp;cltasm1406&amp;</w:t>
            </w:r>
          </w:p>
          <w:p w:rsidR="00F04020" w:rsidRDefault="002E0CC5" w:rsidP="004F1509">
            <w:r>
              <w:t>&amp;cltasmcmt1404&amp;&amp;cltasmcmt1405&amp;&amp;cltasmcmt1406&amp;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7A0A25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7A0A25">
            <w:r>
              <w:t>Transportation:  &amp;cltasm1407&amp; &amp;cltasm1408&amp; &amp;cltasm1409&amp;</w:t>
            </w:r>
          </w:p>
          <w:p w:rsidR="00F04020" w:rsidRDefault="002E0CC5" w:rsidP="004F1509">
            <w:r>
              <w:t>&amp;cltasmcmt1407&amp;&amp;cltasmcmt1408&amp;&amp;cltasmcmt1409&amp;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Marital/Partner Violence:  &amp;cltasm2348&amp;</w:t>
            </w:r>
          </w:p>
          <w:p w:rsidR="00F04020" w:rsidRDefault="00F04020" w:rsidP="006958AD">
            <w:r>
              <w:t>&amp;cltasmcmt2348&amp;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7A0A25">
            <w:r>
              <w:t>Abuse/Neglect:  &amp;cltasm2421&amp;</w:t>
            </w:r>
          </w:p>
          <w:p w:rsidR="00F04020" w:rsidRDefault="00F04020" w:rsidP="006958AD">
            <w:r>
              <w:t>&amp;cltasmcmt2421&amp;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D0CECE"/>
          </w:tcPr>
          <w:p w:rsidR="00A8209F" w:rsidRPr="00135346" w:rsidRDefault="00A8209F" w:rsidP="00CF68C4">
            <w:pPr>
              <w:jc w:val="center"/>
              <w:rPr>
                <w:b/>
              </w:rPr>
            </w:pPr>
            <w:r w:rsidRPr="00135346">
              <w:rPr>
                <w:b/>
                <w:sz w:val="18"/>
              </w:rPr>
              <w:t>Family/Caretaker</w:t>
            </w:r>
            <w:r>
              <w:rPr>
                <w:b/>
                <w:sz w:val="18"/>
              </w:rPr>
              <w:t xml:space="preserve"> – Abuse/Neglect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Employment/Education:  &amp;cltasm12071&amp;</w:t>
            </w:r>
          </w:p>
          <w:p w:rsidR="00A8209F" w:rsidRDefault="00A8209F" w:rsidP="00A9691F">
            <w:r>
              <w:t xml:space="preserve">&amp;cltasmcmt12071&amp;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Legal:  &amp;cltasm12073&amp;</w:t>
            </w:r>
          </w:p>
          <w:p w:rsidR="00A8209F" w:rsidRDefault="00A8209F" w:rsidP="00A9691F">
            <w:r>
              <w:t xml:space="preserve">&amp;cltasmcmt12073&amp;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Motivation for Care:  &amp;cltasm12074&amp;</w:t>
            </w:r>
          </w:p>
          <w:p w:rsidR="00A8209F" w:rsidRDefault="00A8209F" w:rsidP="00EA4D3F">
            <w:r>
              <w:t xml:space="preserve">&amp;cltasmcmt12074&amp;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CF68C4">
            <w:r>
              <w:t>Financial Resources:  &amp;cltasm12075&amp;</w:t>
            </w:r>
          </w:p>
          <w:p w:rsidR="00A8209F" w:rsidRDefault="00A8209F" w:rsidP="00C3704D">
            <w:r>
              <w:t xml:space="preserve">&amp;cltasmcmt12075&amp; </w:t>
            </w:r>
          </w:p>
        </w:tc>
      </w:tr>
      <w:tr w:rsidR="00A8209F" w:rsidRPr="00F74444" w:rsidTr="00DC0DAD">
        <w:trPr>
          <w:cantSplit/>
          <w:trHeight w:val="288"/>
        </w:trPr>
        <w:tc>
          <w:tcPr>
            <w:tcW w:w="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09F" w:rsidRDefault="00A8209F" w:rsidP="00CF68C4"/>
        </w:tc>
        <w:tc>
          <w:tcPr>
            <w:tcW w:w="1058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8209F" w:rsidRDefault="00A8209F" w:rsidP="00376D9A">
            <w:r>
              <w:t>Transportation:  &amp;cltasm12076&amp;</w:t>
            </w:r>
          </w:p>
          <w:p w:rsidR="00A8209F" w:rsidRDefault="00A8209F" w:rsidP="00AE6B2A">
            <w:r>
              <w:t>&amp;cltasmcmt12076&amp;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 w:rsidRPr="00610328">
              <w:t>Describe the needs of all the client’s non-paid caregivers:  &amp;cltasm12561&amp;</w:t>
            </w:r>
          </w:p>
          <w:p w:rsidR="00F04020" w:rsidRDefault="00F04020" w:rsidP="00CF68C4">
            <w:r>
              <w:t>&amp;cltasmcmt12561&amp;</w:t>
            </w:r>
          </w:p>
        </w:tc>
      </w:tr>
      <w:tr w:rsidR="00F04020" w:rsidRPr="00F74444" w:rsidTr="00F04020">
        <w:trPr>
          <w:cantSplit/>
          <w:trHeight w:val="336"/>
        </w:trPr>
        <w:tc>
          <w:tcPr>
            <w:tcW w:w="10916" w:type="dxa"/>
            <w:gridSpan w:val="4"/>
            <w:shd w:val="clear" w:color="auto" w:fill="D9D9D9"/>
          </w:tcPr>
          <w:p w:rsidR="00F04020" w:rsidRPr="00815E35" w:rsidRDefault="00F04020" w:rsidP="00CF68C4">
            <w:pPr>
              <w:jc w:val="center"/>
              <w:rPr>
                <w:b/>
              </w:rPr>
            </w:pPr>
            <w:r w:rsidRPr="00815E35">
              <w:rPr>
                <w:b/>
                <w:sz w:val="20"/>
              </w:rPr>
              <w:t xml:space="preserve">Child </w:t>
            </w:r>
            <w:r>
              <w:rPr>
                <w:b/>
                <w:sz w:val="20"/>
              </w:rPr>
              <w:t>B</w:t>
            </w:r>
            <w:r w:rsidRPr="00815E35">
              <w:rPr>
                <w:b/>
                <w:sz w:val="20"/>
              </w:rPr>
              <w:t>ehavioral/Emotional Needs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Psychosis:  &amp;cltasm1348&amp;</w:t>
            </w:r>
          </w:p>
          <w:p w:rsidR="00F04020" w:rsidRDefault="00F04020" w:rsidP="00CF68C4">
            <w:r>
              <w:t>&amp;cltasmcmt1348&amp;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Impulse/Hyperactivity:  &amp;cltasm1349&amp;</w:t>
            </w:r>
          </w:p>
          <w:p w:rsidR="00F04020" w:rsidRDefault="00F04020" w:rsidP="00CF68C4">
            <w:r>
              <w:t>&amp;cltasmcmt1349&amp;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Depression:  &amp;cltasm1350&amp;</w:t>
            </w:r>
          </w:p>
          <w:p w:rsidR="00F04020" w:rsidRDefault="00F04020" w:rsidP="00CF68C4">
            <w:r>
              <w:t>&amp;cltasmcmt1350&amp;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Anxiety:  &amp;cltasm1351&amp;</w:t>
            </w:r>
          </w:p>
          <w:p w:rsidR="00F04020" w:rsidRDefault="00F04020" w:rsidP="00CF68C4">
            <w:r>
              <w:t>&amp;cltasmcmt1351&amp;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Oppositional:  &amp;cltasm1352&amp;</w:t>
            </w:r>
          </w:p>
          <w:p w:rsidR="00F04020" w:rsidRDefault="00F04020" w:rsidP="00CF68C4">
            <w:r>
              <w:t>&amp;cltasmcmt1352&amp;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Conduct:  &amp;cltasm1353&amp;</w:t>
            </w:r>
          </w:p>
          <w:p w:rsidR="00F04020" w:rsidRDefault="00F04020" w:rsidP="00CF68C4">
            <w:r>
              <w:t>&amp;cltasmcmt1353&amp;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Adjustment to Trauma:  &amp;cltasm1354&amp;</w:t>
            </w:r>
          </w:p>
          <w:p w:rsidR="00F04020" w:rsidRDefault="00F04020" w:rsidP="00CF68C4">
            <w:r>
              <w:t>&amp;cltasmcmt1354&amp;</w:t>
            </w:r>
          </w:p>
        </w:tc>
      </w:tr>
      <w:tr w:rsidR="00F04020" w:rsidRPr="00F74444" w:rsidTr="00F04020">
        <w:trPr>
          <w:cantSplit/>
          <w:trHeight w:val="28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861FCE" w:rsidRDefault="00F04020" w:rsidP="00CF68C4">
            <w:pPr>
              <w:jc w:val="center"/>
              <w:rPr>
                <w:b/>
              </w:rPr>
            </w:pPr>
            <w:r w:rsidRPr="00861FCE">
              <w:rPr>
                <w:b/>
                <w:sz w:val="18"/>
              </w:rPr>
              <w:t>Trauma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Sexual Abuse:  &amp;cltasm1410&amp; &amp;cltasm1411&amp; &amp;cltasm1412&amp;</w:t>
            </w:r>
          </w:p>
          <w:p w:rsidR="00F04020" w:rsidRDefault="003F5715" w:rsidP="00CF68C4">
            <w:r>
              <w:t>&amp;cltasmcmt1410&amp;&amp;cltasmcmt1411&amp;&amp;cltasmcmt1412&amp;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Physical Abuse:  &amp;cltasm1413&amp; &amp;cltasm1414&amp; &amp;cltasm1415&amp;</w:t>
            </w:r>
          </w:p>
          <w:p w:rsidR="00F04020" w:rsidRDefault="003F5715" w:rsidP="00CF68C4">
            <w:r>
              <w:t>&amp;cltasmcmt1413&amp;&amp;cltasmcmt1414&amp;&amp;cltasmcmt1415&amp;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Emotional Abuse:  &amp;cltasm1416&amp; &amp;cltasm1418&amp; &amp;cltasm1419&amp;</w:t>
            </w:r>
          </w:p>
          <w:p w:rsidR="00F04020" w:rsidRDefault="003F5715" w:rsidP="00CF68C4">
            <w:r>
              <w:t>&amp;cltasmcmt1416&amp;&amp;cltasmcmt1418&amp;&amp;cltasmcmt1419&amp;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Neglect:  &amp;cltasm2422&amp; &amp;cltasm2423&amp; &amp;cltasm2424&amp;</w:t>
            </w:r>
          </w:p>
          <w:p w:rsidR="00F04020" w:rsidRDefault="003F5715" w:rsidP="00CF68C4">
            <w:r>
              <w:t>&amp;cltasmcmt2422&amp;&amp;cltasmcmt2423&amp;&amp;cltasmcmt2424&amp;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Medical Trauma:  &amp;cltasm1420&amp; &amp;cltasm1421&amp; &amp;cltasm1422&amp;</w:t>
            </w:r>
          </w:p>
          <w:p w:rsidR="00F04020" w:rsidRDefault="003F5715" w:rsidP="00CF68C4">
            <w:r>
              <w:t>&amp;cltasmcmt1420&amp;&amp;cltasmcmt1421&amp;&amp;cltasmcmt1422&amp;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Natural/Manmade Disaster:  &amp;cltasm1423&amp; &amp;cltasm1424&amp; &amp;cltasm1425&amp;</w:t>
            </w:r>
          </w:p>
          <w:p w:rsidR="00F04020" w:rsidRDefault="003F5715" w:rsidP="00CF68C4">
            <w:r>
              <w:t>&amp;cltasmcmt1423&amp;&amp;cltasmcmt1424&amp;&amp;cltasmcmt1425&amp;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to Family Violence:  &amp;cltasm1426&amp; &amp;cltasm1427&amp; &amp;cltasm1428&amp;</w:t>
            </w:r>
          </w:p>
          <w:p w:rsidR="00F04020" w:rsidRDefault="003F5715" w:rsidP="00CF68C4">
            <w:r>
              <w:t>&amp;cltasmcmt1426&amp;&amp;cltasmcmt1427&amp;&amp;cltasmcmt1428&amp;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to Community Violence:  &amp;cltasm1434&amp; &amp;cltasm1486&amp; &amp;cltasm1487&amp;</w:t>
            </w:r>
          </w:p>
          <w:p w:rsidR="00F04020" w:rsidRDefault="003F5715" w:rsidP="00CF68C4">
            <w:r>
              <w:t>&amp;cltasmcmt1434&amp;</w:t>
            </w:r>
            <w:r w:rsidR="00F04020">
              <w:t>&amp;cltasmcmt1486&amp;</w:t>
            </w:r>
            <w:r>
              <w:t>&amp;cltasmcmt1487&amp;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Witness/Victim – Criminal Acts:  &amp;cltasm1431&amp; &amp;cltasm1432&amp; &amp;cltasm1433&amp;</w:t>
            </w:r>
          </w:p>
          <w:p w:rsidR="00F04020" w:rsidRDefault="003F5715" w:rsidP="00CF68C4">
            <w:r>
              <w:t>&amp;cltasmcmt1431&amp;&amp;cltasmcmt1432&amp;&amp;cltasmcmt1433&amp;</w:t>
            </w:r>
          </w:p>
        </w:tc>
      </w:tr>
      <w:tr w:rsidR="000C3136" w:rsidRPr="00F74444" w:rsidTr="00F04020">
        <w:trPr>
          <w:cantSplit/>
          <w:trHeight w:val="28"/>
        </w:trPr>
        <w:tc>
          <w:tcPr>
            <w:tcW w:w="328" w:type="dxa"/>
            <w:vMerge/>
            <w:shd w:val="clear" w:color="auto" w:fill="auto"/>
          </w:tcPr>
          <w:p w:rsidR="000C3136" w:rsidRDefault="000C3136" w:rsidP="00CF68C4"/>
        </w:tc>
        <w:tc>
          <w:tcPr>
            <w:tcW w:w="10588" w:type="dxa"/>
            <w:gridSpan w:val="3"/>
            <w:shd w:val="clear" w:color="auto" w:fill="auto"/>
          </w:tcPr>
          <w:p w:rsidR="000C3136" w:rsidRDefault="000C3136" w:rsidP="000C3136">
            <w:r>
              <w:t>War/Terrorism Affected: &amp;cltasm22655&amp;</w:t>
            </w:r>
          </w:p>
          <w:p w:rsidR="000C3136" w:rsidRDefault="000C3136" w:rsidP="000C3136">
            <w:r>
              <w:t>&amp;cltasmcmt22655&amp;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861FCE" w:rsidRDefault="00F04020" w:rsidP="00CF68C4">
            <w:pPr>
              <w:rPr>
                <w:b/>
              </w:rPr>
            </w:pPr>
            <w:r w:rsidRPr="00861FCE">
              <w:rPr>
                <w:b/>
              </w:rPr>
              <w:t>Adjustment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AA7C73" w:rsidP="007143A1">
            <w:r w:rsidRPr="00AA7C73">
              <w:t>Emotional  and/or Physical Dysregulation</w:t>
            </w:r>
            <w:r>
              <w:t xml:space="preserve">: </w:t>
            </w:r>
            <w:r w:rsidR="007143A1">
              <w:t>&amp;cltasm</w:t>
            </w:r>
            <w:r w:rsidR="00890C91">
              <w:t>25132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90C91">
              <w:t>25132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Intrusions (Re-experiencing)</w:t>
            </w:r>
            <w:r>
              <w:t xml:space="preserve">: </w:t>
            </w:r>
            <w:r w:rsidR="007143A1">
              <w:t>&amp;cltasm</w:t>
            </w:r>
            <w:r w:rsidR="00890C91">
              <w:t>25133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90C91">
              <w:t>25133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Hyperarousal</w:t>
            </w:r>
            <w:r>
              <w:t xml:space="preserve">: </w:t>
            </w:r>
            <w:r w:rsidR="007143A1">
              <w:t>&amp;cltasm</w:t>
            </w:r>
            <w:r w:rsidR="00890C91">
              <w:t>22657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90C91">
              <w:t>22657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Attachment Difficultie</w:t>
            </w:r>
            <w:r>
              <w:t xml:space="preserve">s: </w:t>
            </w:r>
            <w:r w:rsidR="007143A1">
              <w:t>&amp;cltasm</w:t>
            </w:r>
            <w:r w:rsidR="001862D6">
              <w:t>25134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1862D6">
              <w:t>25134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Dissociation</w:t>
            </w:r>
            <w:r>
              <w:t xml:space="preserve">: </w:t>
            </w:r>
            <w:r w:rsidR="007143A1">
              <w:t>&amp;cltasm</w:t>
            </w:r>
            <w:r w:rsidR="001862D6">
              <w:t>25135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1862D6">
              <w:t>25135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Traumatic Grief and Separation</w:t>
            </w:r>
            <w:r>
              <w:t xml:space="preserve">: </w:t>
            </w:r>
            <w:r w:rsidR="007143A1">
              <w:t>&amp;cltasm</w:t>
            </w:r>
            <w:r w:rsidR="004B488B">
              <w:t>25136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4B488B">
              <w:t>25136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Numbing</w:t>
            </w:r>
            <w:r>
              <w:t xml:space="preserve">: </w:t>
            </w:r>
            <w:r w:rsidR="007143A1">
              <w:t>&amp;cltasm</w:t>
            </w:r>
            <w:r w:rsidR="00D17C38">
              <w:t>22658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D17C38">
              <w:t>22658</w:t>
            </w:r>
            <w:r>
              <w:t>&amp;</w:t>
            </w:r>
          </w:p>
        </w:tc>
      </w:tr>
      <w:tr w:rsidR="00953A14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953A14" w:rsidRDefault="00953A14" w:rsidP="00CF68C4"/>
        </w:tc>
        <w:tc>
          <w:tcPr>
            <w:tcW w:w="10588" w:type="dxa"/>
            <w:gridSpan w:val="3"/>
            <w:shd w:val="clear" w:color="auto" w:fill="auto"/>
          </w:tcPr>
          <w:p w:rsidR="007143A1" w:rsidRDefault="00F66A1D" w:rsidP="007143A1">
            <w:r w:rsidRPr="00F66A1D">
              <w:t>Avoidance</w:t>
            </w:r>
            <w:r>
              <w:t xml:space="preserve">: </w:t>
            </w:r>
            <w:r w:rsidR="007143A1">
              <w:t>&amp;cltasm</w:t>
            </w:r>
            <w:r w:rsidR="00822AE6">
              <w:t>25137</w:t>
            </w:r>
            <w:r w:rsidR="007143A1">
              <w:t>&amp;</w:t>
            </w:r>
          </w:p>
          <w:p w:rsidR="00953A14" w:rsidRDefault="007143A1" w:rsidP="007143A1">
            <w:r>
              <w:t>&amp;cltasmcmt</w:t>
            </w:r>
            <w:r w:rsidR="00822AE6">
              <w:t>25137</w:t>
            </w:r>
            <w:r>
              <w:t>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466B3E" w:rsidRDefault="00F04020" w:rsidP="00CF68C4">
            <w:pPr>
              <w:rPr>
                <w:i/>
              </w:rPr>
            </w:pPr>
            <w:r w:rsidRPr="00466B3E">
              <w:rPr>
                <w:i/>
              </w:rPr>
              <w:t>If Sexual Abuse &gt;0, complete the following: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pPr>
              <w:tabs>
                <w:tab w:val="left" w:pos="9366"/>
              </w:tabs>
            </w:pPr>
            <w:r>
              <w:t>Emotional Closeness to Perpetrator:  &amp;cltasm1458&amp; &amp;cltasm1457&amp; &amp;cltasm1456&amp; &amp;cltasm1459&amp; &amp;cltasm1464&amp; &amp;cltasm1435&amp; &amp;cltasm1437&amp; &amp;cltasm1460&amp; &amp;cltasm1436&amp;</w:t>
            </w:r>
          </w:p>
          <w:p w:rsidR="00F04020" w:rsidRDefault="00DD5BC0" w:rsidP="00CF68C4">
            <w:pPr>
              <w:tabs>
                <w:tab w:val="left" w:pos="9366"/>
              </w:tabs>
            </w:pPr>
            <w:r>
              <w:t>&amp;cltasmcmt1458&amp;&amp;cltasmcmt1457&amp;&amp;cltasmcmt1456&amp;&amp;cltasmcmt1459&amp;</w:t>
            </w:r>
            <w:r w:rsidR="00F04020">
              <w:t>&amp;cltasmcmt1464&amp;</w:t>
            </w:r>
            <w:r>
              <w:t>&amp;cltasmcmt1435&amp;&amp;cltasmcmt1437&amp;&amp;cltasmcmt1460&amp;</w:t>
            </w:r>
            <w:r w:rsidR="00904DE8">
              <w:t xml:space="preserve"> </w:t>
            </w:r>
            <w:r w:rsidR="00584B2E">
              <w:t>&amp;cltasmcmt1436&amp;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Frequency of Abuse:  &amp;cltasm1438&amp; &amp;cltasm1439&amp; &amp;cltasm1440&amp; &amp;cltasm1450&amp; &amp;cltasm1451&amp; &amp;cltasm1452&amp; &amp;cltasm1453&amp; &amp;cltasm1454&amp; &amp;cltasm1455&amp;</w:t>
            </w:r>
          </w:p>
          <w:p w:rsidR="00F04020" w:rsidRDefault="004E611E" w:rsidP="00CF68C4">
            <w:r>
              <w:t>&amp;cltasmcmt1438&amp;&amp;cltasmcmt1439&amp;</w:t>
            </w:r>
            <w:r w:rsidR="00E54298">
              <w:t>&amp;cltasmcmt1440&amp;</w:t>
            </w:r>
            <w:r>
              <w:t>&amp;cltasmcmt1450&amp;</w:t>
            </w:r>
            <w:r w:rsidR="00F04020">
              <w:t>&amp;cltasmcmt1451&amp;</w:t>
            </w:r>
            <w:r>
              <w:t>&amp;cltasmcmt1452&amp;&amp;cltasmcmt1453&amp;&amp;cltasmcmt1454&amp;</w:t>
            </w:r>
            <w:r w:rsidR="00E54298">
              <w:t xml:space="preserve"> </w:t>
            </w:r>
            <w:r>
              <w:t>&amp;cltasmcmt1455&amp;</w:t>
            </w:r>
            <w:r w:rsidR="00F04020">
              <w:t xml:space="preserve"> 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Duration:  &amp;cltasm1472&amp; &amp;cltasm1473&amp; &amp;cltasm1471&amp; &amp;cltasm1470&amp; &amp;cltasm1441&amp; &amp;cltasm1442&amp; &amp;cltasm1477&amp; &amp;cltasm1478&amp; &amp;cltasm1479&amp;</w:t>
            </w:r>
          </w:p>
          <w:p w:rsidR="00F04020" w:rsidRPr="0051268C" w:rsidRDefault="0051268C" w:rsidP="0051268C">
            <w:pPr>
              <w:rPr>
                <w:b/>
              </w:rPr>
            </w:pPr>
            <w:r>
              <w:t>&amp;cltasmcmt1472&amp;&amp;cltasmcmt1473&amp;&amp;cltasmcmt1471&amp;&amp;cltasmcmt1470&amp;</w:t>
            </w:r>
            <w:r w:rsidR="00F04020">
              <w:t>&amp;cltasmcmt1441&amp;</w:t>
            </w:r>
            <w:r>
              <w:t>&amp;cltasmcmt1442&amp;&amp;cltasmcmt1477&amp;&amp;cltasmcmt1478&amp; &amp;cltasmcmt1479&amp;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Force:  &amp;cltasm1444&amp; &amp;cltasm1445&amp; &amp;cltasm1446&amp; &amp;cltasm1465&amp; &amp;cltasm1466&amp; &amp;cltasm1468&amp; &amp;cltasm1480&amp; &amp;cltasm1469&amp; &amp;cltasm1482&amp;</w:t>
            </w:r>
          </w:p>
          <w:p w:rsidR="00F04020" w:rsidRDefault="00A35A1E" w:rsidP="00A35A1E">
            <w:r>
              <w:t>&amp;cltasmcmt1444&amp;&amp;cltasmcmt1445&amp;&amp;cltasmcmt1446&amp;&amp;cltasmcmt1465&amp;</w:t>
            </w:r>
            <w:r w:rsidR="00F04020">
              <w:t>&amp;cltasmcmt1466&amp;</w:t>
            </w:r>
            <w:r>
              <w:t>&amp;cltasmcmt1468&amp;&amp;cltasmcmt1480&amp;&amp;cltasmcmt1469&amp; &amp;cltasmcmt1482&amp;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Reaction to Disclosure:  &amp;cltasm1447&amp; &amp;cltasm1448&amp; &amp;cltasm1449&amp; &amp;cltasm1474&amp; &amp;cltasm1474&amp; &amp;cltasm1475&amp; &amp;cltasm1476&amp; &amp;cltasm1484&amp; &amp;cltasm1483&amp; &amp;cltasm1485&amp;</w:t>
            </w:r>
          </w:p>
          <w:p w:rsidR="00F04020" w:rsidRDefault="002E7829" w:rsidP="00CF68C4">
            <w:r>
              <w:t>&amp;cltasmcmt1447&amp;&amp;cltasmcmt1448&amp;&amp;cltasmcmt1449&amp;&amp;cltasmcmt1474&amp;&amp;cltasmcmt1475&amp;&amp;cltasmcmt1476&amp;&amp;cltasmcmt1484&amp;&amp;cltasmcmt1483&amp; &amp;cltasmcmt1485&amp;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Pr="003121C0" w:rsidRDefault="00F04020" w:rsidP="00CF68C4">
            <w:r w:rsidRPr="003121C0">
              <w:t>Anger Control:  &amp;cltasm1355&amp;</w:t>
            </w:r>
          </w:p>
          <w:p w:rsidR="00F04020" w:rsidRDefault="00F04020" w:rsidP="00CF68C4">
            <w:r w:rsidRPr="003121C0">
              <w:t>&amp;cltasmcmt1355&amp;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Substance Use:  &amp;cltasm1356&amp;</w:t>
            </w:r>
          </w:p>
          <w:p w:rsidR="00F04020" w:rsidRDefault="00F04020" w:rsidP="00CF68C4">
            <w:r>
              <w:t>&amp;cltasmcmt1356&amp;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861FCE" w:rsidRDefault="00F04020" w:rsidP="00CF68C4">
            <w:pPr>
              <w:jc w:val="center"/>
              <w:rPr>
                <w:b/>
              </w:rPr>
            </w:pPr>
            <w:r w:rsidRPr="00861FCE">
              <w:rPr>
                <w:b/>
                <w:sz w:val="18"/>
              </w:rPr>
              <w:t>Substance Use (SUD)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Severity of Use:  &amp;cltasm1493&amp; &amp;cltasm1499&amp; &amp;cltasm1516&amp;</w:t>
            </w:r>
          </w:p>
          <w:p w:rsidR="00F04020" w:rsidRDefault="00A00BF7" w:rsidP="00CF68C4">
            <w:r>
              <w:t>&amp;cltasmcmt1493&amp;&amp;cltasmcmt1499&amp;&amp;cltasmcmt1516&amp;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Duration of Use:  &amp;cltasm1494&amp; &amp;cltasm1517&amp; &amp;cltasm1500&amp;</w:t>
            </w:r>
          </w:p>
          <w:p w:rsidR="00F04020" w:rsidRDefault="00FB10D6" w:rsidP="00CF68C4">
            <w:r>
              <w:t>&amp;cltasmcmt1494&amp;&amp;cltasmcmt1517&amp;&amp;cltasmcmt1500&amp;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Stage of Recovery:  &amp;cltasm1495&amp; &amp;cltasm1501&amp; &amp;cltasm1518&amp;</w:t>
            </w:r>
          </w:p>
          <w:p w:rsidR="00F04020" w:rsidRDefault="00FB10D6" w:rsidP="00CF68C4">
            <w:r>
              <w:t>&amp;cltasmcmt1495&amp;</w:t>
            </w:r>
            <w:r w:rsidR="00F04020">
              <w:t>&amp;cltasmcmt1501&amp;</w:t>
            </w:r>
            <w:r>
              <w:t>&amp;cltasmcmt1518&amp;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Peer Influences:  &amp;cltasm1496&amp; &amp;cltasm1502&amp; &amp;cltasm1519&amp;</w:t>
            </w:r>
          </w:p>
          <w:p w:rsidR="00F04020" w:rsidRDefault="00FB10D6" w:rsidP="00CF68C4">
            <w:r>
              <w:t>&amp;cltasmcmt1496&amp;&amp;cltasmcmt1502&amp;&amp;cltasmcmt1519&amp;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Parental Influences:  &amp;cltasm1497&amp; &amp;cltasm1503&amp; &amp;cltasm1520&amp;</w:t>
            </w:r>
          </w:p>
          <w:p w:rsidR="00F04020" w:rsidRDefault="00FB10D6" w:rsidP="00CF68C4">
            <w:r>
              <w:t>&amp;cltasmcmt1497&amp;&amp;cltasmcmt1503&amp;&amp;cltasmcmt1520&amp;</w:t>
            </w:r>
          </w:p>
        </w:tc>
      </w:tr>
      <w:tr w:rsidR="00F04020" w:rsidRPr="00F74444" w:rsidTr="00F04020">
        <w:trPr>
          <w:cantSplit/>
          <w:trHeight w:val="34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Environmental Influences:  &amp;cltasm1498&amp; &amp;cltasm1504&amp; &amp;cltasm1521&amp;</w:t>
            </w:r>
          </w:p>
          <w:p w:rsidR="00F04020" w:rsidRDefault="00FB10D6" w:rsidP="00CF68C4">
            <w:r>
              <w:t>&amp;cltasmcmt1498&amp;&amp;cltasmcmt1504&amp;&amp;cltasmcmt1521&amp;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 w:rsidRPr="00610328">
              <w:t>Describe all of the client’s behavioral and emotional needs:  &amp;cltasm12562&amp;</w:t>
            </w:r>
          </w:p>
          <w:p w:rsidR="00F04020" w:rsidRDefault="00F04020" w:rsidP="00CF68C4">
            <w:r>
              <w:t>&amp;cltasmcmt12562&amp;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D9D9D9"/>
          </w:tcPr>
          <w:p w:rsidR="00F04020" w:rsidRPr="00861FCE" w:rsidRDefault="00F04020" w:rsidP="00CF68C4">
            <w:pPr>
              <w:jc w:val="center"/>
              <w:rPr>
                <w:b/>
              </w:rPr>
            </w:pPr>
            <w:r w:rsidRPr="00861FCE">
              <w:rPr>
                <w:b/>
                <w:sz w:val="20"/>
              </w:rPr>
              <w:t>Child Risk Behaviors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Suicide Risk:  &amp;cltasm1358&amp;</w:t>
            </w:r>
          </w:p>
          <w:p w:rsidR="00F04020" w:rsidRDefault="00F04020" w:rsidP="00CF68C4">
            <w:r>
              <w:t>&amp;cltasmcmt1358&amp;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lastRenderedPageBreak/>
              <w:t>Self Mutilation:  &amp;cltasm1359&amp;</w:t>
            </w:r>
          </w:p>
          <w:p w:rsidR="00F04020" w:rsidRDefault="00F04020" w:rsidP="00CF68C4">
            <w:r>
              <w:t>&amp;cltasmcmt1359&amp;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Other Self Harm:  &amp;cltasm1360&amp;</w:t>
            </w:r>
          </w:p>
          <w:p w:rsidR="00F04020" w:rsidRDefault="00F04020" w:rsidP="00CF68C4">
            <w:r>
              <w:t>&amp;cltasmcmt1360&amp;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Danger to Others:  &amp;cltasm1361&amp;</w:t>
            </w:r>
          </w:p>
          <w:p w:rsidR="00F04020" w:rsidRDefault="00F04020" w:rsidP="00CF68C4">
            <w:r>
              <w:t>&amp;cltasmcmt1361&amp;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752820" w:rsidRDefault="00F04020" w:rsidP="00CF68C4">
            <w:pPr>
              <w:jc w:val="center"/>
              <w:rPr>
                <w:b/>
              </w:rPr>
            </w:pPr>
            <w:r w:rsidRPr="00752820">
              <w:rPr>
                <w:b/>
                <w:sz w:val="18"/>
              </w:rPr>
              <w:t>Violence Module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3B1C62" w:rsidRDefault="00F04020" w:rsidP="00CF68C4">
            <w:pPr>
              <w:rPr>
                <w:i/>
              </w:rPr>
            </w:pPr>
            <w:r w:rsidRPr="003B1C62">
              <w:rPr>
                <w:i/>
              </w:rPr>
              <w:t>Historical Risk Factors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 of Physical Abuse: &amp;cltasm1522&amp; &amp;cltasm1523&amp; &amp;cltasm1524&amp;</w:t>
            </w:r>
          </w:p>
          <w:p w:rsidR="00F04020" w:rsidRDefault="00CF01E9" w:rsidP="00CF68C4">
            <w:r>
              <w:t>&amp;cltasmcmt1522&amp;</w:t>
            </w:r>
            <w:r w:rsidR="00F04020">
              <w:t>&amp;cltasm</w:t>
            </w:r>
            <w:r>
              <w:t>cmt1523&amp;&amp;cltasmcmt1524&amp;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 of Violence:  &amp;cltasm1525&amp; &amp;cltasm1526&amp; &amp;cltasm1527&amp;</w:t>
            </w:r>
          </w:p>
          <w:p w:rsidR="00F04020" w:rsidRDefault="00CF01E9" w:rsidP="00CF68C4">
            <w:r>
              <w:t>&amp;cltasmcmt1525&amp;&amp;cltasmcmt1526&amp;&amp;cltasmcmt1527&amp;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to Domestic Violence:  &amp;cltasm1528&amp; &amp;cltasm1529&amp; &amp;cltasm1530&amp;</w:t>
            </w:r>
          </w:p>
          <w:p w:rsidR="00F04020" w:rsidRDefault="00CF01E9" w:rsidP="00CF68C4">
            <w:r>
              <w:t>&amp;cltasmcmt1528&amp;&amp;cltasmcmt1529&amp;&amp;cltasmcmt1530&amp;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Witness Environmental Violence:  &amp;cltasm1531&amp; &amp;cltasm1532&amp; &amp;cltasm1533&amp;</w:t>
            </w:r>
          </w:p>
          <w:p w:rsidR="00F04020" w:rsidRDefault="00CF01E9" w:rsidP="00CF68C4">
            <w:r>
              <w:t>&amp;cltasmcmt1531&amp;</w:t>
            </w:r>
            <w:r w:rsidR="00F04020">
              <w:t>&amp;</w:t>
            </w:r>
            <w:r>
              <w:t>cltasmcmt1532&amp;&amp;cltasmcmt1533&amp;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3B1C62" w:rsidRDefault="00F04020" w:rsidP="00CF68C4">
            <w:pPr>
              <w:rPr>
                <w:i/>
              </w:rPr>
            </w:pPr>
            <w:r w:rsidRPr="003B1C62">
              <w:rPr>
                <w:i/>
              </w:rPr>
              <w:t>Emotional/Behavioral Risks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Frustration Management:  &amp;cltasm1534&amp; &amp;cltasm1535&amp; &amp;cltasm1536&amp;</w:t>
            </w:r>
          </w:p>
          <w:p w:rsidR="00F04020" w:rsidRDefault="00F9757B" w:rsidP="00CF68C4">
            <w:r>
              <w:t>&amp;cltasmcmt1534&amp;&amp;cltasmcmt1535&amp;&amp;cltasmcmt1536&amp;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Hostility:  &amp;cltasm1537&amp; &amp;cltasm1538&amp; &amp;cltasm1539&amp;</w:t>
            </w:r>
          </w:p>
          <w:p w:rsidR="00F04020" w:rsidRDefault="00F9757B" w:rsidP="00CF68C4">
            <w:r>
              <w:t>&amp;cltasmcmt1537&amp;</w:t>
            </w:r>
            <w:r w:rsidR="00F04020">
              <w:t>&amp;cltasmcmt1538&amp;</w:t>
            </w:r>
            <w:r>
              <w:t>&amp;cltasmcmt1539&amp;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Paranoid Thinking:  &amp;cltasm1540&amp; &amp;cltasm1541&amp; &amp;cltasm1542&amp;</w:t>
            </w:r>
          </w:p>
          <w:p w:rsidR="00F04020" w:rsidRDefault="00F9757B" w:rsidP="00CF68C4">
            <w:r>
              <w:t>&amp;cltasmcmt1540&amp;&amp;cltasmcmt1541&amp;&amp;cltasmcmt1542&amp;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Secondary Gains From Anger:  &amp;cltasm20225&amp; &amp;cltasm20226&amp; &amp;cltasm20227&amp;</w:t>
            </w:r>
          </w:p>
          <w:p w:rsidR="00F04020" w:rsidRDefault="00F9757B" w:rsidP="00CF68C4">
            <w:r>
              <w:t>&amp;cltasmcmt20225&amp;&amp;cltasmcmt20226&amp;&amp;cltasmcmt20227&amp;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Violent Thinking:  &amp;cltasm1546&amp; &amp;cltasm1547&amp; &amp;cltasm1548&amp;</w:t>
            </w:r>
          </w:p>
          <w:p w:rsidR="00F04020" w:rsidRDefault="00F9757B" w:rsidP="00CF68C4">
            <w:r>
              <w:t>&amp;cltasmcmt1546&amp;&amp;cltasmcmt1547&amp;&amp;cltasmcmt1548&amp;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Pr="003B1C62" w:rsidRDefault="00F04020" w:rsidP="00CF68C4">
            <w:pPr>
              <w:rPr>
                <w:i/>
              </w:rPr>
            </w:pPr>
            <w:r w:rsidRPr="003B1C62">
              <w:rPr>
                <w:i/>
              </w:rPr>
              <w:t>Resiliency Factors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Aware of Violence Potential:  &amp;cltasm1549&amp; &amp;cltasm1550&amp; &amp;cltasm1551&amp;</w:t>
            </w:r>
          </w:p>
          <w:p w:rsidR="00F04020" w:rsidRDefault="00CF0B9D" w:rsidP="00CF68C4">
            <w:r>
              <w:t>&amp;cltasmcmt1549&amp;&amp;cltasmcmt1550&amp;&amp;cltasmcmt1551&amp;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Response to Consequences:  &amp;cltasm1552&amp; &amp;cltasm1553&amp; &amp;cltasm1554&amp;</w:t>
            </w:r>
          </w:p>
          <w:p w:rsidR="00F04020" w:rsidRDefault="00CF0B9D" w:rsidP="00CF68C4">
            <w:r>
              <w:t>&amp;cltasmcmt1552&amp;&amp;cltasmcmt1553&amp;&amp;cltasmcmt1554&amp;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Commitment to Self-Control:  &amp;cltasm1555&amp; &amp;cltasm1556&amp; &amp;cltasm1557&amp;</w:t>
            </w:r>
          </w:p>
          <w:p w:rsidR="00F04020" w:rsidRDefault="00CF0B9D" w:rsidP="00CF68C4">
            <w:r>
              <w:t>&amp;cltasmcmt1555&amp;&amp;cltasmcmt1556&amp;&amp;cltasmcmt1557&amp;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Treatment Involvement:  &amp;cltasm1558&amp; &amp;cltasm1559&amp; &amp;cltasm1560&amp;</w:t>
            </w:r>
          </w:p>
          <w:p w:rsidR="00F04020" w:rsidRDefault="00CF0B9D" w:rsidP="00CF68C4">
            <w:r>
              <w:t>&amp;cltasmcmt1558&amp;&amp;cltasmcmt1559&amp;&amp;cltasmcmt1560&amp;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Sexual Aggression:  &amp;cltasm1362&amp;</w:t>
            </w:r>
          </w:p>
          <w:p w:rsidR="00F04020" w:rsidRDefault="00F04020" w:rsidP="00CF68C4">
            <w:r>
              <w:t>&amp;cltasmcmt1362&amp;</w:t>
            </w:r>
          </w:p>
        </w:tc>
      </w:tr>
      <w:tr w:rsidR="00F04020" w:rsidRPr="00F74444" w:rsidTr="00F04020">
        <w:trPr>
          <w:cantSplit/>
          <w:trHeight w:val="28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SAB (Sexually Aggressive Behavior)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pPr>
              <w:tabs>
                <w:tab w:val="left" w:pos="2429"/>
              </w:tabs>
            </w:pPr>
            <w:r>
              <w:t>Relationship:  &amp;cltasm1561&amp; &amp;cltasm1562&amp; &amp;cltasm1563&amp;</w:t>
            </w:r>
          </w:p>
          <w:p w:rsidR="00F04020" w:rsidRDefault="005E3514" w:rsidP="00CF68C4">
            <w:pPr>
              <w:tabs>
                <w:tab w:val="left" w:pos="2429"/>
              </w:tabs>
            </w:pPr>
            <w:r>
              <w:t>&amp;cltasmcmt1561&amp;&amp;cltasmcmt1562&amp;&amp;cltasmcmt1563&amp;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Physical Force/Threat:  &amp;cltasm1564&amp; &amp;cltasm1565&amp; &amp;cltasm1566&amp;</w:t>
            </w:r>
          </w:p>
          <w:p w:rsidR="00F04020" w:rsidRDefault="005E3514" w:rsidP="00CF68C4">
            <w:r>
              <w:t>&amp;cltasmcmt1564&amp;&amp;cltasmcmt1565&amp;&amp;cltasmcmt1566&amp;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&amp;cltasm1567&amp; &amp;cltasm1568&amp; &amp;cltasm1569&amp;</w:t>
            </w:r>
          </w:p>
          <w:p w:rsidR="00F04020" w:rsidRDefault="005E3514" w:rsidP="00CF68C4">
            <w:r>
              <w:t>&amp;cltasmcmt1567&amp;&amp;cltasmcmt1568&amp;&amp;cltasmcmt1569&amp;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Age Differential:  &amp;cltasm1570&amp; &amp;cltasm1571&amp; &amp;cltasm1572&amp;</w:t>
            </w:r>
          </w:p>
          <w:p w:rsidR="00F04020" w:rsidRDefault="003A4E47" w:rsidP="00CF68C4">
            <w:r>
              <w:t>&amp;cltasmcmt1570&amp;&amp;cltasmcmt1571&amp;&amp;cltasmcmt1572&amp;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Type of Sex Act:  &amp;cltasm1573&amp; &amp;cltasm1574&amp; &amp;cltasm1575&amp;</w:t>
            </w:r>
          </w:p>
          <w:p w:rsidR="00F04020" w:rsidRDefault="003A4E47" w:rsidP="00CF68C4">
            <w:r>
              <w:t>&amp;cltasmcmt1573&amp;&amp;cltasmcmt1574&amp;&amp;cltasmcmt1575&amp;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Response to Accusation:  &amp;cltasm1576&amp; &amp;cltasm1577&amp; &amp;cltasm1578&amp;</w:t>
            </w:r>
          </w:p>
          <w:p w:rsidR="00F04020" w:rsidRDefault="003A4E47" w:rsidP="00CF68C4">
            <w:r>
              <w:t>&amp;cltasmcmt1576&amp;&amp;cltasmcmt1577&amp;&amp;cltasmcmt1578&amp;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Temporal Consistency:  &amp;cltasm1579&amp; &amp;cltasm1580&amp; &amp;cltasm1581&amp;</w:t>
            </w:r>
          </w:p>
          <w:p w:rsidR="00F04020" w:rsidRDefault="003A4E47" w:rsidP="00CF68C4">
            <w:r>
              <w:t>&amp;cltasmcmt1579&amp;&amp;cltasmcmt1580&amp;&amp;cltasmcmt1581&amp;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 of Sexual Behavior:  &amp;cltasm1585&amp; &amp;cltasm1586&amp; &amp;cltasm1587&amp;</w:t>
            </w:r>
          </w:p>
          <w:p w:rsidR="00F04020" w:rsidRDefault="003A4E47" w:rsidP="00CF68C4">
            <w:r>
              <w:t>&amp;cltasmcmt1585&amp;&amp;cltasmcmt1586&amp;&amp;cltasmcmt1587&amp;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Severity of Sexual Abuse:  &amp;cltasm1588&amp; &amp;cltasm1589&amp; &amp;cltasm1590&amp;</w:t>
            </w:r>
          </w:p>
          <w:p w:rsidR="00F04020" w:rsidRDefault="003A4E47" w:rsidP="00CF68C4">
            <w:r>
              <w:t>&amp;cltasmcm</w:t>
            </w:r>
            <w:r w:rsidR="005B0656">
              <w:t>t1588&amp;&amp;cltasmcmt1589&amp;&amp;</w:t>
            </w:r>
            <w:r>
              <w:t>cltasmcmt1590&amp;</w:t>
            </w:r>
          </w:p>
        </w:tc>
      </w:tr>
      <w:tr w:rsidR="00F04020" w:rsidRPr="00F74444" w:rsidTr="00F04020">
        <w:trPr>
          <w:cantSplit/>
          <w:trHeight w:val="21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Prior Treatment:  &amp;cltasm1591&amp; &amp;cltasm1592&amp; &amp;cltasm1593&amp;</w:t>
            </w:r>
          </w:p>
          <w:p w:rsidR="00F04020" w:rsidRDefault="003A4E47" w:rsidP="00CF68C4">
            <w:r>
              <w:t>&amp;cltasmcmt1591&amp;</w:t>
            </w:r>
            <w:r w:rsidR="00F04020">
              <w:t>&amp;cltasmcmt1592&amp;</w:t>
            </w:r>
            <w:r>
              <w:t>&amp;cltasmcmt1593&amp;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Runaway:  &amp;cltasm1363&amp;</w:t>
            </w:r>
          </w:p>
          <w:p w:rsidR="00F04020" w:rsidRDefault="00F04020" w:rsidP="00CF68C4">
            <w:r>
              <w:t>&amp;cltasmcmt1363&amp;</w:t>
            </w:r>
          </w:p>
        </w:tc>
      </w:tr>
      <w:tr w:rsidR="00F04020" w:rsidRPr="00F74444" w:rsidTr="00F04020">
        <w:trPr>
          <w:cantSplit/>
          <w:trHeight w:val="30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Runaway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Frequency of Running:  &amp;cltasm1594&amp; &amp;cltasm1595&amp; &amp;cltasm1596&amp;</w:t>
            </w:r>
          </w:p>
          <w:p w:rsidR="00F04020" w:rsidRDefault="005B161E" w:rsidP="00CF68C4">
            <w:r>
              <w:t>&amp;cltasmcmt1594&amp;&amp;cltasmcmt1595&amp;&amp;cltasmcmt1596&amp;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Consistency of Destination:  &amp;cltasm1597&amp; &amp;cltasm1599&amp; &amp;cltasm1600&amp;</w:t>
            </w:r>
          </w:p>
          <w:p w:rsidR="00F04020" w:rsidRDefault="005B161E" w:rsidP="00CF68C4">
            <w:r>
              <w:t>&amp;cltasmcmt1597&amp;&amp;cltasmcmt1599&amp;&amp;cltasmcmt1600&amp;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Safety of Destination:  &amp;cltasm1601&amp; &amp;cltasm1602&amp; &amp;cltasm1603&amp;</w:t>
            </w:r>
          </w:p>
          <w:p w:rsidR="00F04020" w:rsidRDefault="005B161E" w:rsidP="00CF68C4">
            <w:r>
              <w:t>&amp;cltasmcmt1601&amp;&amp;cltasmcmt1602&amp;&amp;cltasmcmt1603&amp;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Involvement in Illegal Acts:  &amp;cltasm1604&amp; &amp;cltasm1605&amp; &amp;cltasm1606&amp;</w:t>
            </w:r>
          </w:p>
          <w:p w:rsidR="00F04020" w:rsidRDefault="005B161E" w:rsidP="00CF68C4">
            <w:r>
              <w:t>&amp;cltasmcmt1604&amp;&amp;cltasmcmt1605&amp;&amp;cltasmcmt1606&amp;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Likelihood of Return on Own:  &amp;cltasm1607&amp; &amp;cltasm1608&amp; &amp;cltasm1609&amp;</w:t>
            </w:r>
          </w:p>
          <w:p w:rsidR="00F04020" w:rsidRDefault="005B161E" w:rsidP="00CF68C4">
            <w:r>
              <w:t>&amp;cltasmcmt1607&amp;&amp;cltasmcmt1608&amp;&amp;cltasmcmt1609&amp;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Invovement of Others: &amp;cltasm1610&amp; &amp;cltasm1611&amp; &amp;cltasm1612&amp;</w:t>
            </w:r>
          </w:p>
          <w:p w:rsidR="00F04020" w:rsidRDefault="005B161E" w:rsidP="00CF68C4">
            <w:r>
              <w:t>&amp;cltasmcmt1610&amp;&amp;cltasmcmt1611&amp;&amp;cltasmcmt1612&amp;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Realistic Expectations:  &amp;cltasm1613&amp; &amp;cltasm1614&amp; &amp;cltasm1615&amp;</w:t>
            </w:r>
          </w:p>
          <w:p w:rsidR="00F04020" w:rsidRDefault="005B161E" w:rsidP="00CF68C4">
            <w:r>
              <w:t>&amp;cltasmcmt1613&amp;</w:t>
            </w:r>
            <w:r w:rsidR="00F04020">
              <w:t>&amp;</w:t>
            </w:r>
            <w:r>
              <w:t>cltasmcmt1614&amp;&amp;cltasmcmt1615&amp;</w:t>
            </w:r>
          </w:p>
        </w:tc>
      </w:tr>
      <w:tr w:rsidR="00F04020" w:rsidRPr="00F74444" w:rsidTr="00F04020">
        <w:trPr>
          <w:cantSplit/>
          <w:trHeight w:val="26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&amp;cltasm1616&amp; &amp;cltasm1617&amp; &amp;cltasm1618&amp;</w:t>
            </w:r>
          </w:p>
          <w:p w:rsidR="00F04020" w:rsidRDefault="005B161E" w:rsidP="00CF68C4">
            <w:r>
              <w:t>&amp;cltasmcmt1616&amp;&amp;cltasmcmt1617&amp;&amp;cltasmcmt1618&amp;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Deliquency:  &amp;cltasm1364&amp;</w:t>
            </w:r>
          </w:p>
          <w:p w:rsidR="00F04020" w:rsidRDefault="00F04020" w:rsidP="00CF68C4">
            <w:r>
              <w:t>&amp;cltasmcmt1364&amp;</w:t>
            </w:r>
          </w:p>
        </w:tc>
      </w:tr>
      <w:tr w:rsidR="00F04020" w:rsidRPr="00F74444" w:rsidTr="00F04020">
        <w:trPr>
          <w:cantSplit/>
          <w:trHeight w:val="31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JJ – Juvenile Justice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Seriousness:  &amp;cltasm1619&amp; &amp;cltasm1620&amp; &amp;cltasm1621&amp;</w:t>
            </w:r>
          </w:p>
          <w:p w:rsidR="00F04020" w:rsidRDefault="00007018" w:rsidP="00CF68C4">
            <w:r>
              <w:t>&amp;cltasmcmt1619&amp;&amp;cltasmcmt1620&amp;&amp;cltasmcmt1621&amp;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History:  &amp;cltasm1622&amp; &amp;cltasm1623&amp; &amp;cltasm1624&amp;</w:t>
            </w:r>
          </w:p>
          <w:p w:rsidR="00F04020" w:rsidRDefault="00007018" w:rsidP="00CF68C4">
            <w:r>
              <w:t>&amp;cltasmcmt1622&amp;&amp;cltasmcmt1623&amp;&amp;cltasmcmt1624&amp;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&amp;cltasm1625&amp; &amp;cltasm1626&amp; &amp;cltasm1627&amp;</w:t>
            </w:r>
          </w:p>
          <w:p w:rsidR="00F04020" w:rsidRDefault="00580212" w:rsidP="00CF68C4">
            <w:r>
              <w:t>&amp;cltasmcmt1625&amp;</w:t>
            </w:r>
            <w:r w:rsidR="00F04020">
              <w:t>&amp;cltasmcmt1626&amp;</w:t>
            </w:r>
            <w:r>
              <w:t>&amp;cltasmcmt1627&amp;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Peer Influences:  &amp;cltasm1634&amp; &amp;cltasm1635&amp; &amp;cltasm1636&amp;</w:t>
            </w:r>
          </w:p>
          <w:p w:rsidR="00F04020" w:rsidRDefault="00580212" w:rsidP="00CF68C4">
            <w:r>
              <w:t>&amp;cltasmcmt1634&amp;&amp;cltasmcmt1635&amp;&amp;cltasmcmt1636&amp;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Parental Influences:  &amp;cltasm1637&amp; &amp;cltasm1638&amp; &amp;cltasm1639&amp;</w:t>
            </w:r>
          </w:p>
          <w:p w:rsidR="00F04020" w:rsidRDefault="00580212" w:rsidP="00CF68C4">
            <w:r>
              <w:t>&amp;cltasmcmt1637&amp;&amp;cltasmcmt1638&amp;&amp;cltasmcmt1639&amp;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Environmental Influences: &amp;cltasm1640&amp; &amp;cltasm1641&amp; &amp;cltasm1642&amp;</w:t>
            </w:r>
          </w:p>
          <w:p w:rsidR="00F04020" w:rsidRDefault="00580212" w:rsidP="00CF68C4">
            <w:r>
              <w:t>&amp;cltasmcmt1640&amp;&amp;cltasmcmt1641&amp;&amp;cltasmcmt1642&amp;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Fire Setting:  &amp;cltasm1365&amp;</w:t>
            </w:r>
          </w:p>
          <w:p w:rsidR="00F04020" w:rsidRDefault="00F04020" w:rsidP="00CF68C4">
            <w:r>
              <w:t>&amp;cltasmcmt1365&amp;</w:t>
            </w:r>
          </w:p>
        </w:tc>
      </w:tr>
      <w:tr w:rsidR="00F04020" w:rsidRPr="00F74444" w:rsidTr="00F04020">
        <w:trPr>
          <w:cantSplit/>
          <w:trHeight w:val="31"/>
        </w:trPr>
        <w:tc>
          <w:tcPr>
            <w:tcW w:w="328" w:type="dxa"/>
            <w:vMerge w:val="restart"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D9D9D9"/>
          </w:tcPr>
          <w:p w:rsidR="00F04020" w:rsidRPr="00D83A8A" w:rsidRDefault="00F04020" w:rsidP="00CF68C4">
            <w:pPr>
              <w:jc w:val="center"/>
              <w:rPr>
                <w:b/>
              </w:rPr>
            </w:pPr>
            <w:r w:rsidRPr="00D83A8A">
              <w:rPr>
                <w:b/>
                <w:sz w:val="18"/>
              </w:rPr>
              <w:t>FS – Fire Setting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 xml:space="preserve">History:  &amp;cltasm1646&amp; &amp;cltasm1647&amp; &amp;cltasm1648&amp; </w:t>
            </w:r>
          </w:p>
          <w:p w:rsidR="00F04020" w:rsidRDefault="00C528B8" w:rsidP="00CF68C4">
            <w:r>
              <w:t>&amp;cltasmcmt1646&amp;</w:t>
            </w:r>
            <w:r w:rsidR="00F04020">
              <w:t>&amp;cltasmcmt164</w:t>
            </w:r>
            <w:r>
              <w:t>7&amp;&amp;cltasmcmt1648&amp;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Planning:  &amp;cltasm1649&amp; &amp;cltasm1650&amp; &amp;cltasm1651&amp;</w:t>
            </w:r>
          </w:p>
          <w:p w:rsidR="00F04020" w:rsidRDefault="00C528B8" w:rsidP="00CF68C4">
            <w:r>
              <w:t>&amp;cltasmcmt1649&amp;&amp;cltasmcmt1650&amp;&amp;cltasmcmt1651&amp;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Intention to Harm:  &amp;cltasm1655&amp; &amp;cltasm1656&amp; &amp;cltasm1657&amp;</w:t>
            </w:r>
          </w:p>
          <w:p w:rsidR="00F04020" w:rsidRDefault="008708A5" w:rsidP="00CF68C4">
            <w:r>
              <w:t>&amp;cltasmcmt1655&amp;&amp;cltasmcmt1656&amp;&amp;cltasmcmt1657&amp;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Community Safety:  &amp;cltasm1658&amp; &amp;cltasm1659&amp; &amp;cltasm1660&amp;</w:t>
            </w:r>
          </w:p>
          <w:p w:rsidR="00F04020" w:rsidRDefault="008708A5" w:rsidP="00CF68C4">
            <w:r>
              <w:t>&amp;cltasmcmt1658&amp;&amp;cltasmcmt1659&amp;&amp;cltasmcmt1660&amp;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 xml:space="preserve">Remorse:  &amp;cltasm1667&amp; &amp;cltasm1668&amp; &amp;cltasm1669&amp; </w:t>
            </w:r>
          </w:p>
          <w:p w:rsidR="00F04020" w:rsidRDefault="008708A5" w:rsidP="00CF68C4">
            <w:r>
              <w:t>&amp;cltasmcmt1667&amp;&amp;cltasmcmt1668&amp;&amp;cltasmcmt1669&amp;</w:t>
            </w:r>
          </w:p>
        </w:tc>
      </w:tr>
      <w:tr w:rsidR="00F04020" w:rsidRPr="00F74444" w:rsidTr="00F04020">
        <w:trPr>
          <w:cantSplit/>
          <w:trHeight w:val="23"/>
        </w:trPr>
        <w:tc>
          <w:tcPr>
            <w:tcW w:w="328" w:type="dxa"/>
            <w:vMerge/>
            <w:shd w:val="clear" w:color="auto" w:fill="auto"/>
          </w:tcPr>
          <w:p w:rsidR="00F04020" w:rsidRDefault="00F04020" w:rsidP="00CF68C4"/>
        </w:tc>
        <w:tc>
          <w:tcPr>
            <w:tcW w:w="10588" w:type="dxa"/>
            <w:gridSpan w:val="3"/>
            <w:shd w:val="clear" w:color="auto" w:fill="auto"/>
          </w:tcPr>
          <w:p w:rsidR="00F04020" w:rsidRDefault="00F04020" w:rsidP="00CF68C4">
            <w:r>
              <w:t>Likelihood of Future Fires:  &amp;cltasm1670&amp; &amp;cltasm1671&amp; &amp;cltasm1672&amp;</w:t>
            </w:r>
          </w:p>
          <w:p w:rsidR="00F04020" w:rsidRDefault="008708A5" w:rsidP="00CF68C4">
            <w:r>
              <w:t>&amp;cltasmcmt1670&amp;&amp;cltasmcmt1671&amp;&amp;cltasmcmt1672&amp;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Intentional Misbehavior:  &amp;cltasm1366&amp;</w:t>
            </w:r>
          </w:p>
          <w:p w:rsidR="00F04020" w:rsidRDefault="00F04020" w:rsidP="00CF68C4">
            <w:r>
              <w:t>&amp;cltasmcmt1366&amp;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>
              <w:t>Bullying:  &amp;cltasm1367&amp;</w:t>
            </w:r>
          </w:p>
          <w:p w:rsidR="00F04020" w:rsidRDefault="00F04020" w:rsidP="00CF68C4">
            <w:r>
              <w:t>&amp;cltasmcmt1367&amp;</w:t>
            </w:r>
          </w:p>
        </w:tc>
      </w:tr>
      <w:tr w:rsidR="00F04020" w:rsidRPr="00F74444" w:rsidTr="00F04020">
        <w:trPr>
          <w:cantSplit/>
          <w:trHeight w:val="288"/>
        </w:trPr>
        <w:tc>
          <w:tcPr>
            <w:tcW w:w="10916" w:type="dxa"/>
            <w:gridSpan w:val="4"/>
            <w:shd w:val="clear" w:color="auto" w:fill="auto"/>
          </w:tcPr>
          <w:p w:rsidR="00F04020" w:rsidRDefault="00F04020" w:rsidP="00CF68C4">
            <w:r w:rsidRPr="00610328">
              <w:t>Describe the client’s risk behaviors, access to weapons and if applicable gambling:  &amp;cltasm12563&amp;</w:t>
            </w:r>
          </w:p>
          <w:p w:rsidR="00F04020" w:rsidRDefault="00F04020" w:rsidP="00CF68C4">
            <w:r>
              <w:t>&amp;cltasmcmt12563&amp;</w:t>
            </w:r>
          </w:p>
        </w:tc>
      </w:tr>
    </w:tbl>
    <w:p w:rsidR="00FF353B" w:rsidRDefault="00FF353B" w:rsidP="007A0A25"/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4"/>
        <w:gridCol w:w="1860"/>
        <w:gridCol w:w="3005"/>
        <w:gridCol w:w="3005"/>
        <w:gridCol w:w="3006"/>
        <w:gridCol w:w="15"/>
      </w:tblGrid>
      <w:tr w:rsidR="003B01D0" w:rsidRPr="006137BA" w:rsidTr="00EE5E74">
        <w:trPr>
          <w:gridBefore w:val="1"/>
          <w:wBefore w:w="14" w:type="dxa"/>
          <w:trHeight w:val="288"/>
          <w:jc w:val="center"/>
        </w:trPr>
        <w:tc>
          <w:tcPr>
            <w:tcW w:w="10891" w:type="dxa"/>
            <w:gridSpan w:val="5"/>
            <w:shd w:val="clear" w:color="auto" w:fill="D9D9D9"/>
            <w:vAlign w:val="center"/>
          </w:tcPr>
          <w:p w:rsidR="003B01D0" w:rsidRPr="006137BA" w:rsidRDefault="003B01D0" w:rsidP="00017C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Provider’s Signature</w:t>
            </w:r>
          </w:p>
        </w:tc>
      </w:tr>
      <w:tr w:rsidR="003B01D0" w:rsidRPr="006137BA" w:rsidTr="00EE5E74">
        <w:trPr>
          <w:gridBefore w:val="1"/>
          <w:wBefore w:w="14" w:type="dxa"/>
          <w:jc w:val="center"/>
        </w:trPr>
        <w:tc>
          <w:tcPr>
            <w:tcW w:w="10891" w:type="dxa"/>
            <w:gridSpan w:val="5"/>
            <w:shd w:val="clear" w:color="auto" w:fill="auto"/>
            <w:vAlign w:val="center"/>
          </w:tcPr>
          <w:p w:rsidR="003B01D0" w:rsidRPr="006137BA" w:rsidRDefault="003B01D0" w:rsidP="00017C22">
            <w:pPr>
              <w:pStyle w:val="NoSpacing"/>
              <w:rPr>
                <w:rFonts w:eastAsia="Calibri"/>
                <w:b/>
                <w:sz w:val="16"/>
                <w:szCs w:val="16"/>
              </w:rPr>
            </w:pPr>
            <w:r w:rsidRPr="006137BA">
              <w:rPr>
                <w:rFonts w:eastAsia="Calibri"/>
                <w:b/>
                <w:sz w:val="16"/>
                <w:szCs w:val="16"/>
              </w:rPr>
              <w:t>Staff Signature/Credentials/Date</w:t>
            </w:r>
          </w:p>
          <w:p w:rsidR="003B01D0" w:rsidRPr="006137BA" w:rsidRDefault="003B01D0" w:rsidP="00017C22">
            <w:pPr>
              <w:pStyle w:val="NoSpacing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&amp;STFCONSENTX</w:t>
            </w:r>
            <w:r w:rsidRPr="006137BA">
              <w:rPr>
                <w:rFonts w:eastAsia="Calibri"/>
                <w:sz w:val="16"/>
                <w:szCs w:val="16"/>
              </w:rPr>
              <w:t>&amp;</w:t>
            </w:r>
          </w:p>
        </w:tc>
      </w:tr>
      <w:tr w:rsidR="003B01D0" w:rsidTr="00EE5E74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rHeight w:val="288"/>
          <w:jc w:val="center"/>
        </w:trPr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3B01D0" w:rsidRDefault="003B01D0" w:rsidP="00017C22">
            <w:pPr>
              <w:pStyle w:val="Default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Administrative Information</w:t>
            </w:r>
          </w:p>
        </w:tc>
      </w:tr>
      <w:tr w:rsidR="003B01D0" w:rsidTr="00EE5E74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jc w:val="center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Reference No.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&amp;everef&amp;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Date of Service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&amp;evefmm&amp;/&amp;evefdd&amp;/&amp;evefyr&amp;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Service Code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&amp;evesrv&amp; - &amp;srvdsc&amp;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Program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&amp;evetrt&amp; &amp;eveprg&amp; - &amp;eveprgdsc&amp;</w:t>
            </w:r>
          </w:p>
        </w:tc>
      </w:tr>
      <w:tr w:rsidR="003B01D0" w:rsidTr="00EE5E74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jc w:val="center"/>
        </w:trPr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Confirmation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&amp;evecnfdsc&amp;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Start Time – Stop Time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&amp;evetim&amp; - &amp;eveend&amp;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Sub-facility Code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&amp;evesfc&amp; - &amp;evesfcdsc&amp;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1D0" w:rsidRDefault="003B01D0" w:rsidP="00017C22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Place of Service</w:t>
            </w:r>
          </w:p>
          <w:p w:rsidR="003B01D0" w:rsidRDefault="003B01D0" w:rsidP="00017C22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&amp;eveplc&amp; - &amp;evepos&amp;</w:t>
            </w:r>
          </w:p>
        </w:tc>
      </w:tr>
    </w:tbl>
    <w:p w:rsidR="00FE4769" w:rsidRPr="00FE4769" w:rsidRDefault="00FE4769" w:rsidP="00EE5E74"/>
    <w:sectPr w:rsidR="00FE4769" w:rsidRPr="00FE4769" w:rsidSect="00806386">
      <w:headerReference w:type="default" r:id="rId6"/>
      <w:footerReference w:type="default" r:id="rId7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FE2" w:rsidRDefault="00BD4FE2">
      <w:r>
        <w:separator/>
      </w:r>
    </w:p>
  </w:endnote>
  <w:endnote w:type="continuationSeparator" w:id="0">
    <w:p w:rsidR="00BD4FE2" w:rsidRDefault="00BD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B56461" w:rsidRPr="00777456" w:rsidTr="00777456">
      <w:trPr>
        <w:jc w:val="center"/>
      </w:trPr>
      <w:tc>
        <w:tcPr>
          <w:tcW w:w="3858" w:type="dxa"/>
          <w:vAlign w:val="center"/>
        </w:tcPr>
        <w:p w:rsidR="00B56461" w:rsidRPr="00777456" w:rsidRDefault="00B56461" w:rsidP="00A54B42">
          <w:pPr>
            <w:pStyle w:val="Footer"/>
          </w:pPr>
          <w:r>
            <w:rPr>
              <w:rFonts w:cs="Arial"/>
            </w:rPr>
            <w:t>405CASN517</w:t>
          </w:r>
          <w:r w:rsidRPr="00777456">
            <w:rPr>
              <w:rFonts w:cs="Arial"/>
            </w:rPr>
            <w:t xml:space="preserve"> </w:t>
          </w:r>
          <w:r w:rsidR="00A54B42">
            <w:rPr>
              <w:rFonts w:cs="Arial"/>
            </w:rPr>
            <w:t>10</w:t>
          </w:r>
          <w:r w:rsidR="003D721D">
            <w:rPr>
              <w:rFonts w:cs="Arial"/>
            </w:rPr>
            <w:t>/2018</w:t>
          </w:r>
        </w:p>
      </w:tc>
      <w:tc>
        <w:tcPr>
          <w:tcW w:w="3859" w:type="dxa"/>
          <w:vAlign w:val="center"/>
        </w:tcPr>
        <w:p w:rsidR="00B56461" w:rsidRPr="00777456" w:rsidRDefault="00B56461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:rsidR="00B56461" w:rsidRPr="00777456" w:rsidRDefault="00B56461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BB14D6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BB14D6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:rsidR="00B56461" w:rsidRPr="00A14250" w:rsidRDefault="00B56461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FE2" w:rsidRDefault="00BD4FE2">
      <w:r>
        <w:separator/>
      </w:r>
    </w:p>
  </w:footnote>
  <w:footnote w:type="continuationSeparator" w:id="0">
    <w:p w:rsidR="00BD4FE2" w:rsidRDefault="00BD4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B56461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B56461" w:rsidRPr="00777456" w:rsidRDefault="00B56461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B56461" w:rsidRPr="00777456" w:rsidRDefault="00B56461" w:rsidP="00B51797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>CANS 5-17</w:t>
          </w:r>
        </w:p>
      </w:tc>
    </w:tr>
    <w:tr w:rsidR="00B56461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B56461" w:rsidRPr="00777456" w:rsidRDefault="00B56461" w:rsidP="00BE2628">
          <w:pPr>
            <w:pStyle w:val="Header"/>
            <w:rPr>
              <w:sz w:val="28"/>
              <w:szCs w:val="28"/>
            </w:rPr>
          </w:pPr>
          <w:r>
            <w:t xml:space="preserve">Consumer </w:t>
          </w:r>
          <w:r w:rsidRPr="00777456">
            <w:t>Name:  &amp;cltfst&amp; &amp;cltlst&amp;</w:t>
          </w:r>
        </w:p>
      </w:tc>
      <w:tc>
        <w:tcPr>
          <w:tcW w:w="5788" w:type="dxa"/>
          <w:vAlign w:val="center"/>
        </w:tcPr>
        <w:p w:rsidR="00B56461" w:rsidRPr="00777456" w:rsidRDefault="00B56461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:rsidR="00B56461" w:rsidRPr="00BE2628" w:rsidRDefault="00B56461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FE2"/>
    <w:rsid w:val="00003661"/>
    <w:rsid w:val="00007018"/>
    <w:rsid w:val="000156F3"/>
    <w:rsid w:val="00017C22"/>
    <w:rsid w:val="00024353"/>
    <w:rsid w:val="00031B60"/>
    <w:rsid w:val="00034217"/>
    <w:rsid w:val="00035972"/>
    <w:rsid w:val="00035DE8"/>
    <w:rsid w:val="00040A25"/>
    <w:rsid w:val="00045900"/>
    <w:rsid w:val="0007425C"/>
    <w:rsid w:val="00075459"/>
    <w:rsid w:val="00075A10"/>
    <w:rsid w:val="00082C61"/>
    <w:rsid w:val="000849E6"/>
    <w:rsid w:val="00090232"/>
    <w:rsid w:val="00092092"/>
    <w:rsid w:val="000A2E96"/>
    <w:rsid w:val="000A4BB3"/>
    <w:rsid w:val="000B5630"/>
    <w:rsid w:val="000C3136"/>
    <w:rsid w:val="000D65BE"/>
    <w:rsid w:val="000E62A3"/>
    <w:rsid w:val="0012296B"/>
    <w:rsid w:val="0012494D"/>
    <w:rsid w:val="001263A4"/>
    <w:rsid w:val="00127654"/>
    <w:rsid w:val="00135346"/>
    <w:rsid w:val="001460E6"/>
    <w:rsid w:val="001662EF"/>
    <w:rsid w:val="00170F1B"/>
    <w:rsid w:val="00184A63"/>
    <w:rsid w:val="001862D6"/>
    <w:rsid w:val="00190BE7"/>
    <w:rsid w:val="0019484F"/>
    <w:rsid w:val="00197911"/>
    <w:rsid w:val="001B3C37"/>
    <w:rsid w:val="001C67C5"/>
    <w:rsid w:val="001C67EF"/>
    <w:rsid w:val="001D6495"/>
    <w:rsid w:val="001D6B1F"/>
    <w:rsid w:val="001F7434"/>
    <w:rsid w:val="0020251E"/>
    <w:rsid w:val="00206496"/>
    <w:rsid w:val="0021589F"/>
    <w:rsid w:val="00217847"/>
    <w:rsid w:val="00227692"/>
    <w:rsid w:val="00235EB1"/>
    <w:rsid w:val="00247710"/>
    <w:rsid w:val="0025066F"/>
    <w:rsid w:val="002610A2"/>
    <w:rsid w:val="00270563"/>
    <w:rsid w:val="00276C3B"/>
    <w:rsid w:val="00280507"/>
    <w:rsid w:val="002975A3"/>
    <w:rsid w:val="002A4368"/>
    <w:rsid w:val="002C11B5"/>
    <w:rsid w:val="002C2637"/>
    <w:rsid w:val="002E0CC5"/>
    <w:rsid w:val="002E261F"/>
    <w:rsid w:val="002E6C85"/>
    <w:rsid w:val="002E7829"/>
    <w:rsid w:val="002F492D"/>
    <w:rsid w:val="002F7616"/>
    <w:rsid w:val="003017EB"/>
    <w:rsid w:val="003112EB"/>
    <w:rsid w:val="003121C0"/>
    <w:rsid w:val="003125BE"/>
    <w:rsid w:val="00312623"/>
    <w:rsid w:val="00330407"/>
    <w:rsid w:val="003346CA"/>
    <w:rsid w:val="00345660"/>
    <w:rsid w:val="003505CF"/>
    <w:rsid w:val="00354029"/>
    <w:rsid w:val="003572C7"/>
    <w:rsid w:val="00374836"/>
    <w:rsid w:val="00375944"/>
    <w:rsid w:val="00376D9A"/>
    <w:rsid w:val="00380841"/>
    <w:rsid w:val="00381055"/>
    <w:rsid w:val="003A4E47"/>
    <w:rsid w:val="003A5A0A"/>
    <w:rsid w:val="003B01D0"/>
    <w:rsid w:val="003B1C62"/>
    <w:rsid w:val="003B5822"/>
    <w:rsid w:val="003B6ACB"/>
    <w:rsid w:val="003D721D"/>
    <w:rsid w:val="003E2ACF"/>
    <w:rsid w:val="003F14C3"/>
    <w:rsid w:val="003F5715"/>
    <w:rsid w:val="004165E6"/>
    <w:rsid w:val="00431100"/>
    <w:rsid w:val="004419B3"/>
    <w:rsid w:val="00447681"/>
    <w:rsid w:val="00464478"/>
    <w:rsid w:val="00466B3E"/>
    <w:rsid w:val="00497B27"/>
    <w:rsid w:val="004A0103"/>
    <w:rsid w:val="004A5A72"/>
    <w:rsid w:val="004B3CA8"/>
    <w:rsid w:val="004B488B"/>
    <w:rsid w:val="004C66B5"/>
    <w:rsid w:val="004D1C29"/>
    <w:rsid w:val="004E611E"/>
    <w:rsid w:val="004F0AAD"/>
    <w:rsid w:val="004F1509"/>
    <w:rsid w:val="00510B3E"/>
    <w:rsid w:val="00511E53"/>
    <w:rsid w:val="0051268C"/>
    <w:rsid w:val="005145E1"/>
    <w:rsid w:val="00522BAC"/>
    <w:rsid w:val="00544323"/>
    <w:rsid w:val="00561D5C"/>
    <w:rsid w:val="0056424E"/>
    <w:rsid w:val="00565986"/>
    <w:rsid w:val="00566382"/>
    <w:rsid w:val="00580212"/>
    <w:rsid w:val="005829DE"/>
    <w:rsid w:val="00584B2E"/>
    <w:rsid w:val="005A5BCD"/>
    <w:rsid w:val="005B0656"/>
    <w:rsid w:val="005B161E"/>
    <w:rsid w:val="005C5ADE"/>
    <w:rsid w:val="005D2CEB"/>
    <w:rsid w:val="005D4EF1"/>
    <w:rsid w:val="005E2257"/>
    <w:rsid w:val="005E3514"/>
    <w:rsid w:val="005F0CA3"/>
    <w:rsid w:val="005F3570"/>
    <w:rsid w:val="00610328"/>
    <w:rsid w:val="006137BA"/>
    <w:rsid w:val="00626979"/>
    <w:rsid w:val="00631E41"/>
    <w:rsid w:val="00640BAA"/>
    <w:rsid w:val="0065552F"/>
    <w:rsid w:val="006634B6"/>
    <w:rsid w:val="00674327"/>
    <w:rsid w:val="00682B23"/>
    <w:rsid w:val="006958AD"/>
    <w:rsid w:val="00696F34"/>
    <w:rsid w:val="006A78B8"/>
    <w:rsid w:val="006B1E50"/>
    <w:rsid w:val="006C1A83"/>
    <w:rsid w:val="006D5C9A"/>
    <w:rsid w:val="006E7E1F"/>
    <w:rsid w:val="006F63EE"/>
    <w:rsid w:val="00707479"/>
    <w:rsid w:val="00711A20"/>
    <w:rsid w:val="007143A1"/>
    <w:rsid w:val="00722F76"/>
    <w:rsid w:val="007315F2"/>
    <w:rsid w:val="0073289D"/>
    <w:rsid w:val="007344F1"/>
    <w:rsid w:val="0074204D"/>
    <w:rsid w:val="0074262A"/>
    <w:rsid w:val="00752820"/>
    <w:rsid w:val="00761C79"/>
    <w:rsid w:val="00771C7F"/>
    <w:rsid w:val="00774510"/>
    <w:rsid w:val="00777456"/>
    <w:rsid w:val="007A0A25"/>
    <w:rsid w:val="007B2D35"/>
    <w:rsid w:val="007C31C1"/>
    <w:rsid w:val="007D11F6"/>
    <w:rsid w:val="007D74EC"/>
    <w:rsid w:val="007E550A"/>
    <w:rsid w:val="007F296B"/>
    <w:rsid w:val="00801A3C"/>
    <w:rsid w:val="00806386"/>
    <w:rsid w:val="008115DF"/>
    <w:rsid w:val="00815E35"/>
    <w:rsid w:val="00817F4D"/>
    <w:rsid w:val="00822AE6"/>
    <w:rsid w:val="0082523C"/>
    <w:rsid w:val="00861FCE"/>
    <w:rsid w:val="008664DA"/>
    <w:rsid w:val="008708A5"/>
    <w:rsid w:val="00870A4C"/>
    <w:rsid w:val="00882D2C"/>
    <w:rsid w:val="00890C91"/>
    <w:rsid w:val="00893811"/>
    <w:rsid w:val="008B1790"/>
    <w:rsid w:val="008B44C1"/>
    <w:rsid w:val="008B6B8B"/>
    <w:rsid w:val="008B6BC8"/>
    <w:rsid w:val="00904DE8"/>
    <w:rsid w:val="00905E55"/>
    <w:rsid w:val="009134C7"/>
    <w:rsid w:val="00944E20"/>
    <w:rsid w:val="00953A14"/>
    <w:rsid w:val="00957115"/>
    <w:rsid w:val="00963948"/>
    <w:rsid w:val="00975F24"/>
    <w:rsid w:val="00977B06"/>
    <w:rsid w:val="00986756"/>
    <w:rsid w:val="00991A78"/>
    <w:rsid w:val="00991B89"/>
    <w:rsid w:val="009A2CE4"/>
    <w:rsid w:val="009B052D"/>
    <w:rsid w:val="009B5FEF"/>
    <w:rsid w:val="009B66AA"/>
    <w:rsid w:val="009C4F60"/>
    <w:rsid w:val="009C63FD"/>
    <w:rsid w:val="009D5C41"/>
    <w:rsid w:val="009E4308"/>
    <w:rsid w:val="009F1341"/>
    <w:rsid w:val="009F50D6"/>
    <w:rsid w:val="00A00BF7"/>
    <w:rsid w:val="00A07104"/>
    <w:rsid w:val="00A123BE"/>
    <w:rsid w:val="00A14250"/>
    <w:rsid w:val="00A35A1E"/>
    <w:rsid w:val="00A4184A"/>
    <w:rsid w:val="00A5142B"/>
    <w:rsid w:val="00A54B42"/>
    <w:rsid w:val="00A605FC"/>
    <w:rsid w:val="00A61524"/>
    <w:rsid w:val="00A73FC9"/>
    <w:rsid w:val="00A8209F"/>
    <w:rsid w:val="00A84650"/>
    <w:rsid w:val="00A9691F"/>
    <w:rsid w:val="00AA27B2"/>
    <w:rsid w:val="00AA7C73"/>
    <w:rsid w:val="00AC6253"/>
    <w:rsid w:val="00AE58A7"/>
    <w:rsid w:val="00AE6B2A"/>
    <w:rsid w:val="00AE7C85"/>
    <w:rsid w:val="00B011C8"/>
    <w:rsid w:val="00B03D1E"/>
    <w:rsid w:val="00B04A33"/>
    <w:rsid w:val="00B052E0"/>
    <w:rsid w:val="00B116E5"/>
    <w:rsid w:val="00B20947"/>
    <w:rsid w:val="00B20D2F"/>
    <w:rsid w:val="00B21559"/>
    <w:rsid w:val="00B24B4A"/>
    <w:rsid w:val="00B27192"/>
    <w:rsid w:val="00B318A9"/>
    <w:rsid w:val="00B3788D"/>
    <w:rsid w:val="00B415C5"/>
    <w:rsid w:val="00B51797"/>
    <w:rsid w:val="00B56461"/>
    <w:rsid w:val="00B60647"/>
    <w:rsid w:val="00B66ED8"/>
    <w:rsid w:val="00B761B3"/>
    <w:rsid w:val="00B83D24"/>
    <w:rsid w:val="00B954DF"/>
    <w:rsid w:val="00BA66FA"/>
    <w:rsid w:val="00BB14D6"/>
    <w:rsid w:val="00BD4FE2"/>
    <w:rsid w:val="00BD63E3"/>
    <w:rsid w:val="00BE2628"/>
    <w:rsid w:val="00BF44D6"/>
    <w:rsid w:val="00C049E7"/>
    <w:rsid w:val="00C11F38"/>
    <w:rsid w:val="00C3704D"/>
    <w:rsid w:val="00C428F1"/>
    <w:rsid w:val="00C43DAB"/>
    <w:rsid w:val="00C50982"/>
    <w:rsid w:val="00C528B8"/>
    <w:rsid w:val="00C5407C"/>
    <w:rsid w:val="00C61236"/>
    <w:rsid w:val="00C6307E"/>
    <w:rsid w:val="00C66520"/>
    <w:rsid w:val="00C75E6E"/>
    <w:rsid w:val="00C81B9D"/>
    <w:rsid w:val="00C87DFD"/>
    <w:rsid w:val="00C96C32"/>
    <w:rsid w:val="00CB7A8B"/>
    <w:rsid w:val="00CD005C"/>
    <w:rsid w:val="00CD0787"/>
    <w:rsid w:val="00CD4DB1"/>
    <w:rsid w:val="00CD538F"/>
    <w:rsid w:val="00CF01E9"/>
    <w:rsid w:val="00CF0B9D"/>
    <w:rsid w:val="00CF2BD5"/>
    <w:rsid w:val="00CF68C4"/>
    <w:rsid w:val="00D00154"/>
    <w:rsid w:val="00D06200"/>
    <w:rsid w:val="00D07505"/>
    <w:rsid w:val="00D14CAC"/>
    <w:rsid w:val="00D17C38"/>
    <w:rsid w:val="00D221A1"/>
    <w:rsid w:val="00D266F3"/>
    <w:rsid w:val="00D30C6A"/>
    <w:rsid w:val="00D37DFC"/>
    <w:rsid w:val="00D45EEB"/>
    <w:rsid w:val="00D550D9"/>
    <w:rsid w:val="00D60553"/>
    <w:rsid w:val="00D670F7"/>
    <w:rsid w:val="00D7176B"/>
    <w:rsid w:val="00D73FF4"/>
    <w:rsid w:val="00D80B01"/>
    <w:rsid w:val="00D83A8A"/>
    <w:rsid w:val="00D95CF8"/>
    <w:rsid w:val="00D975A6"/>
    <w:rsid w:val="00DB09D0"/>
    <w:rsid w:val="00DB2118"/>
    <w:rsid w:val="00DC0DAD"/>
    <w:rsid w:val="00DD5BC0"/>
    <w:rsid w:val="00DD7E0D"/>
    <w:rsid w:val="00DF4088"/>
    <w:rsid w:val="00E06C4F"/>
    <w:rsid w:val="00E210A3"/>
    <w:rsid w:val="00E276B5"/>
    <w:rsid w:val="00E50CA7"/>
    <w:rsid w:val="00E54298"/>
    <w:rsid w:val="00E671AD"/>
    <w:rsid w:val="00E6785C"/>
    <w:rsid w:val="00E75F1F"/>
    <w:rsid w:val="00E8557E"/>
    <w:rsid w:val="00E90A3A"/>
    <w:rsid w:val="00E951FC"/>
    <w:rsid w:val="00EA023F"/>
    <w:rsid w:val="00EA3402"/>
    <w:rsid w:val="00EA3D8D"/>
    <w:rsid w:val="00EA4D3F"/>
    <w:rsid w:val="00EA52A8"/>
    <w:rsid w:val="00EC356C"/>
    <w:rsid w:val="00ED4781"/>
    <w:rsid w:val="00ED7416"/>
    <w:rsid w:val="00EE5E74"/>
    <w:rsid w:val="00EF11A5"/>
    <w:rsid w:val="00F04020"/>
    <w:rsid w:val="00F067F0"/>
    <w:rsid w:val="00F11605"/>
    <w:rsid w:val="00F12958"/>
    <w:rsid w:val="00F1741B"/>
    <w:rsid w:val="00F32917"/>
    <w:rsid w:val="00F51072"/>
    <w:rsid w:val="00F644B3"/>
    <w:rsid w:val="00F661B7"/>
    <w:rsid w:val="00F66A1D"/>
    <w:rsid w:val="00F71602"/>
    <w:rsid w:val="00F73F83"/>
    <w:rsid w:val="00F743D7"/>
    <w:rsid w:val="00F74444"/>
    <w:rsid w:val="00F90942"/>
    <w:rsid w:val="00F968F2"/>
    <w:rsid w:val="00F9757B"/>
    <w:rsid w:val="00FA20D8"/>
    <w:rsid w:val="00FA6ED7"/>
    <w:rsid w:val="00FB10D6"/>
    <w:rsid w:val="00FB1218"/>
    <w:rsid w:val="00FB3391"/>
    <w:rsid w:val="00FB5514"/>
    <w:rsid w:val="00FC425B"/>
    <w:rsid w:val="00FE0531"/>
    <w:rsid w:val="00FE4769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E57EC653-2FAE-40E0-B5D0-58B33C71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96AUHLPD\405CANS517%5b2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A649DCF0-D137-4080-ABA5-89CB0F169629}"/>
</file>

<file path=customXml/itemProps2.xml><?xml version="1.0" encoding="utf-8"?>
<ds:datastoreItem xmlns:ds="http://schemas.openxmlformats.org/officeDocument/2006/customXml" ds:itemID="{53177269-1AB4-41C4-8361-6C7858A92FD8}"/>
</file>

<file path=customXml/itemProps3.xml><?xml version="1.0" encoding="utf-8"?>
<ds:datastoreItem xmlns:ds="http://schemas.openxmlformats.org/officeDocument/2006/customXml" ds:itemID="{99AF0488-AB90-4EA7-ADEC-2645F8469E9C}"/>
</file>

<file path=docProps/app.xml><?xml version="1.0" encoding="utf-8"?>
<Properties xmlns="http://schemas.openxmlformats.org/officeDocument/2006/extended-properties" xmlns:vt="http://schemas.openxmlformats.org/officeDocument/2006/docPropsVTypes">
  <Template>405CANS517[2]</Template>
  <TotalTime>0</TotalTime>
  <Pages>4</Pages>
  <Words>987</Words>
  <Characters>13457</Characters>
  <Application>Microsoft Office Word</Application>
  <DocSecurity>4</DocSecurity>
  <Lines>112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14416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2020-07-20T17:03:00Z</dcterms:created>
  <dcterms:modified xsi:type="dcterms:W3CDTF">2020-07-20T17:03:00Z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199000</vt:r8>
  </property>
</Properties>
</file>